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FF42E0">
              <w:rPr>
                <w:rFonts w:ascii="Arial" w:hAnsi="Arial"/>
              </w:rPr>
              <w:t>Dornwydenweg</w:t>
            </w:r>
            <w:proofErr w:type="spellEnd"/>
            <w:r w:rsidRPr="00FF42E0">
              <w:rPr>
                <w:rFonts w:ascii="Arial" w:hAnsi="Arial"/>
              </w:rPr>
              <w:t xml:space="preserve">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86724D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86724D">
              <w:rPr>
                <w:rFonts w:ascii="Arial" w:hAnsi="Arial"/>
              </w:rPr>
              <w:t>19.06.2018</w:t>
            </w:r>
          </w:p>
        </w:tc>
      </w:tr>
    </w:tbl>
    <w:p w:rsidR="004B170A" w:rsidRPr="00FF42E0" w:rsidRDefault="00A16388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 xml:space="preserve">Würth nach ISO 9001:2015 </w:t>
      </w:r>
      <w:proofErr w:type="spellStart"/>
      <w:r>
        <w:rPr>
          <w:rStyle w:val="strong2"/>
          <w:rFonts w:ascii="Arial" w:hAnsi="Arial"/>
          <w:b/>
          <w:sz w:val="28"/>
          <w:szCs w:val="28"/>
        </w:rPr>
        <w:t>rezertifiziert</w:t>
      </w:r>
      <w:proofErr w:type="spellEnd"/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Pr="00C16B6D" w:rsidRDefault="005316E0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>Würth AG hat das Audit zur Zertifizierung des Qualitätsmanagementsystems, das TÜV Süd im Mai durchgeführt hat</w:t>
      </w:r>
      <w:r w:rsidR="00845C58">
        <w:rPr>
          <w:rFonts w:ascii="Arial" w:hAnsi="Arial"/>
          <w:b/>
        </w:rPr>
        <w:t xml:space="preserve">, erfolgreich </w:t>
      </w:r>
      <w:r w:rsidR="00B73E5A">
        <w:rPr>
          <w:rFonts w:ascii="Arial" w:hAnsi="Arial"/>
          <w:b/>
        </w:rPr>
        <w:t>absolviert</w:t>
      </w:r>
      <w:r>
        <w:rPr>
          <w:rFonts w:ascii="Arial" w:hAnsi="Arial"/>
          <w:b/>
        </w:rPr>
        <w:t>.</w:t>
      </w:r>
    </w:p>
    <w:p w:rsidR="004B170A" w:rsidRPr="00FF42E0" w:rsidRDefault="004B170A" w:rsidP="006F0337">
      <w:pPr>
        <w:rPr>
          <w:rFonts w:ascii="Arial" w:hAnsi="Arial"/>
        </w:rPr>
      </w:pPr>
    </w:p>
    <w:p w:rsidR="00F17A1C" w:rsidRDefault="007C01AA" w:rsidP="007C01AA">
      <w:pPr>
        <w:rPr>
          <w:rFonts w:ascii="Arial" w:hAnsi="Arial"/>
        </w:rPr>
      </w:pPr>
      <w:r w:rsidRPr="007C01AA">
        <w:rPr>
          <w:rFonts w:ascii="Arial" w:hAnsi="Arial"/>
        </w:rPr>
        <w:t>Die Zertifizierungsstelle der TÜV SÜD Management Se</w:t>
      </w:r>
      <w:r>
        <w:rPr>
          <w:rFonts w:ascii="Arial" w:hAnsi="Arial"/>
        </w:rPr>
        <w:t xml:space="preserve">rvice GmbH bescheinigt, dass Würth AG im Bereich </w:t>
      </w:r>
      <w:r w:rsidRPr="007C01AA">
        <w:rPr>
          <w:rFonts w:ascii="Arial" w:hAnsi="Arial"/>
        </w:rPr>
        <w:t>Markteinführung neuer Produkte und Vertrieb von</w:t>
      </w:r>
      <w:r>
        <w:rPr>
          <w:rFonts w:ascii="Arial" w:hAnsi="Arial"/>
        </w:rPr>
        <w:t xml:space="preserve"> Montage- und Befestigungsmaterial, Normteilen, Chemieprodukten, Werkzeugen, Maschinen und Lagersystemen </w:t>
      </w:r>
      <w:r w:rsidRPr="007C01AA">
        <w:rPr>
          <w:rFonts w:ascii="Arial" w:hAnsi="Arial"/>
        </w:rPr>
        <w:t>ein Qualitätsmanagementsystem eingeführt hat und anwendet.</w:t>
      </w:r>
      <w:r>
        <w:rPr>
          <w:rFonts w:ascii="Arial" w:hAnsi="Arial"/>
        </w:rPr>
        <w:t xml:space="preserve"> </w:t>
      </w:r>
      <w:r w:rsidRPr="007C01AA">
        <w:rPr>
          <w:rFonts w:ascii="Arial" w:hAnsi="Arial"/>
        </w:rPr>
        <w:t>Durch das Audit erbrachte Würth AG den Nachweis, dass die Forderungen der ISO 9001:2015 erfüllt sind.</w:t>
      </w:r>
    </w:p>
    <w:p w:rsidR="007C01AA" w:rsidRDefault="007C01AA" w:rsidP="007C01AA">
      <w:pPr>
        <w:rPr>
          <w:rFonts w:ascii="Arial" w:hAnsi="Arial"/>
        </w:rPr>
      </w:pPr>
    </w:p>
    <w:p w:rsidR="0085689B" w:rsidRPr="00FF42E0" w:rsidRDefault="007C01AA" w:rsidP="007C01AA">
      <w:pPr>
        <w:rPr>
          <w:rFonts w:ascii="Arial" w:hAnsi="Arial"/>
        </w:rPr>
      </w:pPr>
      <w:r>
        <w:rPr>
          <w:rFonts w:ascii="Arial" w:hAnsi="Arial"/>
        </w:rPr>
        <w:t xml:space="preserve">Mit der </w:t>
      </w:r>
      <w:r w:rsidR="0085689B">
        <w:rPr>
          <w:rFonts w:ascii="Arial" w:hAnsi="Arial"/>
        </w:rPr>
        <w:t xml:space="preserve">Zertifizierung garantiert Würth AG seinen Kunden und Lieferanten, ihre Erwartungen und Bedürfnisse </w:t>
      </w:r>
      <w:r w:rsidR="0085689B" w:rsidRPr="0085689B">
        <w:rPr>
          <w:rFonts w:ascii="Arial" w:hAnsi="Arial"/>
        </w:rPr>
        <w:t xml:space="preserve">sowie </w:t>
      </w:r>
      <w:r w:rsidR="0085689B">
        <w:rPr>
          <w:rFonts w:ascii="Arial" w:hAnsi="Arial"/>
        </w:rPr>
        <w:t>ihre</w:t>
      </w:r>
      <w:r w:rsidR="0085689B" w:rsidRPr="0085689B">
        <w:rPr>
          <w:rFonts w:ascii="Arial" w:hAnsi="Arial"/>
        </w:rPr>
        <w:t xml:space="preserve"> Anforderungen an die Produkt- bzw. Dienstleistungsqualität</w:t>
      </w:r>
      <w:r w:rsidR="0085689B">
        <w:rPr>
          <w:rFonts w:ascii="Arial" w:hAnsi="Arial"/>
        </w:rPr>
        <w:t xml:space="preserve"> zuverlässig und nachvollziehbar in stets </w:t>
      </w:r>
      <w:r w:rsidR="001F3AF2">
        <w:rPr>
          <w:rFonts w:ascii="Arial" w:hAnsi="Arial"/>
        </w:rPr>
        <w:t>gewohnt</w:t>
      </w:r>
      <w:r w:rsidR="00A368B3">
        <w:rPr>
          <w:rFonts w:ascii="Arial" w:hAnsi="Arial"/>
        </w:rPr>
        <w:t xml:space="preserve"> hoh</w:t>
      </w:r>
      <w:r w:rsidR="0085689B">
        <w:rPr>
          <w:rFonts w:ascii="Arial" w:hAnsi="Arial"/>
        </w:rPr>
        <w:t>er Qualität zu erfüllen.</w:t>
      </w: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lastRenderedPageBreak/>
        <w:t>Bildmaterial und -legende</w:t>
      </w:r>
    </w:p>
    <w:p w:rsidR="00F17A1C" w:rsidRPr="00FF42E0" w:rsidRDefault="00916560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916560">
        <w:rPr>
          <w:rFonts w:ascii="Arial" w:hAnsi="Arial" w:cs="Arial"/>
          <w:i/>
        </w:rPr>
        <w:t>wuerth-ag_arlesheim_iso-zertifikat</w:t>
      </w:r>
      <w:r w:rsidR="00B25837">
        <w:rPr>
          <w:rFonts w:ascii="Arial" w:hAnsi="Arial" w:cs="Arial"/>
          <w:i/>
        </w:rPr>
        <w:t>_2018</w:t>
      </w:r>
      <w:r w:rsidRPr="00916560">
        <w:rPr>
          <w:rFonts w:ascii="Arial" w:hAnsi="Arial" w:cs="Arial"/>
          <w:i/>
        </w:rPr>
        <w:t>_uebergabe.jpg</w:t>
      </w:r>
    </w:p>
    <w:p w:rsidR="00F17A1C" w:rsidRDefault="007C01AA" w:rsidP="00286C35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Zertifikatsübergabe</w:t>
      </w:r>
      <w:r w:rsidR="00286C35">
        <w:rPr>
          <w:rFonts w:ascii="Arial" w:hAnsi="Arial" w:cs="Arial"/>
        </w:rPr>
        <w:t xml:space="preserve"> am 19.06.2018 in Arlesheim</w:t>
      </w:r>
      <w:r w:rsidR="00C77D19">
        <w:rPr>
          <w:rFonts w:ascii="Arial" w:hAnsi="Arial" w:cs="Arial"/>
        </w:rPr>
        <w:t>. V</w:t>
      </w:r>
      <w:r w:rsidR="00286C35" w:rsidRPr="00286C35">
        <w:rPr>
          <w:rFonts w:ascii="Arial" w:hAnsi="Arial" w:cs="Arial"/>
        </w:rPr>
        <w:t>orne von links</w:t>
      </w:r>
      <w:r w:rsidR="000E4244" w:rsidRPr="000E4244">
        <w:rPr>
          <w:rFonts w:ascii="Arial" w:hAnsi="Arial" w:cs="Arial"/>
        </w:rPr>
        <w:t xml:space="preserve"> </w:t>
      </w:r>
      <w:r w:rsidR="000E4244" w:rsidRPr="00286C35">
        <w:rPr>
          <w:rFonts w:ascii="Arial" w:hAnsi="Arial" w:cs="Arial"/>
        </w:rPr>
        <w:t>nach</w:t>
      </w:r>
      <w:r w:rsidR="000E4244">
        <w:rPr>
          <w:rFonts w:ascii="Arial" w:hAnsi="Arial" w:cs="Arial"/>
        </w:rPr>
        <w:t xml:space="preserve"> </w:t>
      </w:r>
      <w:r w:rsidR="000E4244" w:rsidRPr="00286C35">
        <w:rPr>
          <w:rFonts w:ascii="Arial" w:hAnsi="Arial" w:cs="Arial"/>
        </w:rPr>
        <w:t>rechts</w:t>
      </w:r>
      <w:r w:rsidR="00286C35" w:rsidRPr="00286C35">
        <w:rPr>
          <w:rFonts w:ascii="Arial" w:hAnsi="Arial" w:cs="Arial"/>
        </w:rPr>
        <w:t>:</w:t>
      </w:r>
      <w:r w:rsidR="00286C35">
        <w:rPr>
          <w:rFonts w:ascii="Arial" w:hAnsi="Arial" w:cs="Arial"/>
        </w:rPr>
        <w:t xml:space="preserve"> </w:t>
      </w:r>
      <w:r w:rsidR="00286C35" w:rsidRPr="00286C35">
        <w:rPr>
          <w:rFonts w:ascii="Arial" w:hAnsi="Arial" w:cs="Arial"/>
        </w:rPr>
        <w:t xml:space="preserve">Oliver Lüken, </w:t>
      </w:r>
      <w:r w:rsidR="004D105D">
        <w:rPr>
          <w:rFonts w:ascii="Arial" w:hAnsi="Arial" w:cs="Arial"/>
        </w:rPr>
        <w:t>Würth AG/QM;</w:t>
      </w:r>
      <w:r w:rsidR="00286C35">
        <w:rPr>
          <w:rFonts w:ascii="Arial" w:hAnsi="Arial" w:cs="Arial"/>
        </w:rPr>
        <w:t xml:space="preserve"> </w:t>
      </w:r>
      <w:r w:rsidR="00286C35" w:rsidRPr="00286C35">
        <w:rPr>
          <w:rFonts w:ascii="Arial" w:hAnsi="Arial" w:cs="Arial"/>
        </w:rPr>
        <w:t>Michael Zimmer,</w:t>
      </w:r>
      <w:r w:rsidR="00A24056">
        <w:rPr>
          <w:rFonts w:ascii="Arial" w:hAnsi="Arial" w:cs="Arial"/>
        </w:rPr>
        <w:t xml:space="preserve"> TÜV Süd Management Service AG</w:t>
      </w:r>
      <w:r w:rsidR="004D105D">
        <w:rPr>
          <w:rFonts w:ascii="Arial" w:hAnsi="Arial" w:cs="Arial"/>
        </w:rPr>
        <w:t>;</w:t>
      </w:r>
      <w:r w:rsidR="00286C35">
        <w:rPr>
          <w:rFonts w:ascii="Arial" w:hAnsi="Arial" w:cs="Arial"/>
        </w:rPr>
        <w:t xml:space="preserve"> </w:t>
      </w:r>
      <w:r w:rsidR="00286C35" w:rsidRPr="00286C35">
        <w:rPr>
          <w:rFonts w:ascii="Arial" w:hAnsi="Arial" w:cs="Arial"/>
        </w:rPr>
        <w:t xml:space="preserve">Claudio Caruso, </w:t>
      </w:r>
      <w:r w:rsidR="00A24056">
        <w:rPr>
          <w:rFonts w:ascii="Arial" w:hAnsi="Arial" w:cs="Arial"/>
        </w:rPr>
        <w:t>Würth AG</w:t>
      </w:r>
      <w:r w:rsidR="00F82E90">
        <w:rPr>
          <w:rFonts w:ascii="Arial" w:hAnsi="Arial" w:cs="Arial"/>
        </w:rPr>
        <w:t>/</w:t>
      </w:r>
      <w:r w:rsidR="00286C35" w:rsidRPr="00286C35">
        <w:rPr>
          <w:rFonts w:ascii="Arial" w:hAnsi="Arial" w:cs="Arial"/>
        </w:rPr>
        <w:t>Leiter Sicherheit und Qualität</w:t>
      </w:r>
      <w:r w:rsidR="004D105D">
        <w:rPr>
          <w:rFonts w:ascii="Arial" w:hAnsi="Arial" w:cs="Arial"/>
        </w:rPr>
        <w:t>;</w:t>
      </w:r>
      <w:r w:rsidR="00A24056">
        <w:rPr>
          <w:rFonts w:ascii="Arial" w:hAnsi="Arial" w:cs="Arial"/>
        </w:rPr>
        <w:t xml:space="preserve"> </w:t>
      </w:r>
      <w:r w:rsidR="00286C35" w:rsidRPr="00286C35">
        <w:rPr>
          <w:rFonts w:ascii="Arial" w:hAnsi="Arial" w:cs="Arial"/>
        </w:rPr>
        <w:t xml:space="preserve">Marc Baumgartner, </w:t>
      </w:r>
      <w:r w:rsidR="008813FC">
        <w:rPr>
          <w:rFonts w:ascii="Arial" w:hAnsi="Arial" w:cs="Arial"/>
        </w:rPr>
        <w:t>Würth AG/</w:t>
      </w:r>
      <w:bookmarkStart w:id="0" w:name="_GoBack"/>
      <w:bookmarkEnd w:id="0"/>
      <w:r w:rsidR="00286C35" w:rsidRPr="00286C35">
        <w:rPr>
          <w:rFonts w:ascii="Arial" w:hAnsi="Arial" w:cs="Arial"/>
        </w:rPr>
        <w:t>CEO</w:t>
      </w:r>
      <w:r w:rsidR="004D105D">
        <w:rPr>
          <w:rFonts w:ascii="Arial" w:hAnsi="Arial" w:cs="Arial"/>
        </w:rPr>
        <w:t>;</w:t>
      </w:r>
      <w:r w:rsidR="00A24056">
        <w:rPr>
          <w:rFonts w:ascii="Arial" w:hAnsi="Arial" w:cs="Arial"/>
        </w:rPr>
        <w:t xml:space="preserve"> hinten: M</w:t>
      </w:r>
      <w:r w:rsidR="00A24056" w:rsidRPr="00286C35">
        <w:rPr>
          <w:rFonts w:ascii="Arial" w:hAnsi="Arial" w:cs="Arial"/>
        </w:rPr>
        <w:t xml:space="preserve">arcel Janssen, </w:t>
      </w:r>
      <w:r w:rsidR="00A24056">
        <w:rPr>
          <w:rFonts w:ascii="Arial" w:hAnsi="Arial" w:cs="Arial"/>
        </w:rPr>
        <w:t>Würth</w:t>
      </w:r>
      <w:r w:rsidR="0099545F">
        <w:rPr>
          <w:rFonts w:ascii="Arial" w:hAnsi="Arial" w:cs="Arial"/>
        </w:rPr>
        <w:t> </w:t>
      </w:r>
      <w:r w:rsidR="00A24056">
        <w:rPr>
          <w:rFonts w:ascii="Arial" w:hAnsi="Arial" w:cs="Arial"/>
        </w:rPr>
        <w:t>AG/QM</w:t>
      </w:r>
    </w:p>
    <w:p w:rsidR="00FF65FD" w:rsidRDefault="00FF65FD" w:rsidP="00F17A1C">
      <w:pPr>
        <w:pStyle w:val="Default"/>
        <w:spacing w:line="360" w:lineRule="auto"/>
        <w:rPr>
          <w:rFonts w:ascii="Arial" w:hAnsi="Arial" w:cs="Arial"/>
        </w:rPr>
      </w:pPr>
    </w:p>
    <w:p w:rsidR="00BF013F" w:rsidRPr="00BF013F" w:rsidRDefault="00BF013F" w:rsidP="00BF013F">
      <w:pPr>
        <w:pStyle w:val="Default"/>
        <w:spacing w:line="360" w:lineRule="auto"/>
        <w:rPr>
          <w:rFonts w:ascii="Arial" w:hAnsi="Arial" w:cs="Arial"/>
          <w:i/>
        </w:rPr>
      </w:pPr>
      <w:r w:rsidRPr="00BF013F">
        <w:rPr>
          <w:rFonts w:ascii="Arial" w:hAnsi="Arial" w:cs="Arial"/>
          <w:i/>
        </w:rPr>
        <w:t>wuerth-ag_zertifikat_ISO-9001_DE.pdf</w:t>
      </w:r>
    </w:p>
    <w:p w:rsidR="00BF013F" w:rsidRPr="000E4244" w:rsidRDefault="00BF013F" w:rsidP="00BF013F">
      <w:pPr>
        <w:pStyle w:val="Default"/>
        <w:spacing w:line="360" w:lineRule="auto"/>
        <w:rPr>
          <w:rFonts w:ascii="Arial" w:hAnsi="Arial" w:cs="Arial"/>
          <w:i/>
          <w:lang w:val="en-US"/>
        </w:rPr>
      </w:pPr>
      <w:proofErr w:type="gramStart"/>
      <w:r w:rsidRPr="000E4244">
        <w:rPr>
          <w:rFonts w:ascii="Arial" w:hAnsi="Arial" w:cs="Arial"/>
          <w:i/>
          <w:lang w:val="en-US"/>
        </w:rPr>
        <w:t>wuerth-ag_certificat_ISO-9001_FR.pdf</w:t>
      </w:r>
      <w:proofErr w:type="gramEnd"/>
    </w:p>
    <w:p w:rsidR="00BF013F" w:rsidRPr="000E4244" w:rsidRDefault="00BF013F" w:rsidP="00BF013F">
      <w:pPr>
        <w:pStyle w:val="Default"/>
        <w:spacing w:line="360" w:lineRule="auto"/>
        <w:rPr>
          <w:rFonts w:ascii="Arial" w:hAnsi="Arial" w:cs="Arial"/>
          <w:i/>
          <w:lang w:val="en-US"/>
        </w:rPr>
      </w:pPr>
      <w:proofErr w:type="gramStart"/>
      <w:r w:rsidRPr="000E4244">
        <w:rPr>
          <w:rFonts w:ascii="Arial" w:hAnsi="Arial" w:cs="Arial"/>
          <w:i/>
          <w:lang w:val="en-US"/>
        </w:rPr>
        <w:t>wuerth-ag_certificato_ISO-9001_IT.pdf</w:t>
      </w:r>
      <w:proofErr w:type="gramEnd"/>
    </w:p>
    <w:p w:rsidR="00FF65FD" w:rsidRPr="00286C35" w:rsidRDefault="00BF013F" w:rsidP="00BF013F">
      <w:pPr>
        <w:pStyle w:val="Default"/>
        <w:spacing w:line="360" w:lineRule="auto"/>
        <w:rPr>
          <w:rFonts w:ascii="Arial" w:hAnsi="Arial" w:cs="Arial"/>
          <w:i/>
          <w:lang w:val="en-US"/>
        </w:rPr>
      </w:pPr>
      <w:proofErr w:type="gramStart"/>
      <w:r w:rsidRPr="000E4244">
        <w:rPr>
          <w:rFonts w:ascii="Arial" w:hAnsi="Arial" w:cs="Arial"/>
          <w:i/>
          <w:lang w:val="en-US"/>
        </w:rPr>
        <w:t>wuerth-a</w:t>
      </w:r>
      <w:r w:rsidRPr="00286C35">
        <w:rPr>
          <w:rFonts w:ascii="Arial" w:hAnsi="Arial" w:cs="Arial"/>
          <w:i/>
          <w:lang w:val="en-US"/>
        </w:rPr>
        <w:t>g_certificate_ISO-9001_EN.pdf</w:t>
      </w:r>
      <w:proofErr w:type="gramEnd"/>
    </w:p>
    <w:p w:rsidR="00FF65FD" w:rsidRPr="00FF42E0" w:rsidRDefault="00FF65FD" w:rsidP="00FF65FD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ISO-Zertifikat Würth AG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D2303">
        <w:rPr>
          <w:rStyle w:val="Seitenzahl"/>
          <w:rFonts w:ascii="Arial" w:hAnsi="Arial"/>
        </w:rPr>
        <w:t>Würth AG mit Sitz in Arlesheim (BL) beliefert Profi-Handwerker aller Branchen mit Befestigungs- und Montagematerial. Das Verkaufsprogramm umfasst über 100'000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</w:t>
      </w:r>
      <w:r w:rsidR="009A7472">
        <w:rPr>
          <w:rStyle w:val="Seitenzahl"/>
          <w:rFonts w:ascii="Arial" w:hAnsi="Arial"/>
        </w:rPr>
        <w:t>00</w:t>
      </w:r>
      <w:r w:rsidRPr="000D2303">
        <w:rPr>
          <w:rStyle w:val="Seitenzahl"/>
          <w:rFonts w:ascii="Arial" w:hAnsi="Arial"/>
        </w:rPr>
        <w:t xml:space="preserve"> Mitarbeitende. Würth AG gehört zu</w:t>
      </w:r>
      <w:r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6E4185">
        <w:rPr>
          <w:rStyle w:val="Seitenzahl"/>
          <w:rFonts w:ascii="Arial" w:hAnsi="Arial"/>
        </w:rPr>
        <w:t>www.wuerth-ag.ch/m</w:t>
      </w:r>
      <w:r w:rsidR="00342C0F" w:rsidRPr="00FF42E0">
        <w:rPr>
          <w:rStyle w:val="Seitenzahl"/>
          <w:rFonts w:ascii="Arial" w:hAnsi="Arial"/>
        </w:rPr>
        <w:t>edien</w:t>
      </w:r>
      <w:r w:rsidR="006E4185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:rsidR="007D4109" w:rsidRPr="001A27D1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A27D1">
        <w:rPr>
          <w:rStyle w:val="Seitenzahl"/>
          <w:rFonts w:ascii="Arial" w:hAnsi="Arial"/>
        </w:rPr>
        <w:t>Eva Appel, Marketing | Kommunikation &amp; Branding</w:t>
      </w:r>
    </w:p>
    <w:p w:rsidR="001300E4" w:rsidRPr="00495865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95865">
        <w:rPr>
          <w:rStyle w:val="Seitenzahl"/>
          <w:rFonts w:ascii="Arial" w:hAnsi="Arial"/>
          <w:lang w:val="fr-CH"/>
        </w:rPr>
        <w:t xml:space="preserve">T +41 61 705 </w:t>
      </w:r>
      <w:r w:rsidR="002C7F27">
        <w:rPr>
          <w:rStyle w:val="Seitenzahl"/>
          <w:rFonts w:ascii="Arial" w:hAnsi="Arial"/>
          <w:lang w:val="fr-CH"/>
        </w:rPr>
        <w:t>98 33</w:t>
      </w:r>
      <w:r w:rsidR="007D4109" w:rsidRPr="00495865">
        <w:rPr>
          <w:rStyle w:val="Seitenzahl"/>
          <w:rFonts w:ascii="Arial" w:hAnsi="Arial"/>
          <w:lang w:val="fr-CH"/>
        </w:rPr>
        <w:t xml:space="preserve">, </w:t>
      </w:r>
      <w:r w:rsidR="00B90842">
        <w:rPr>
          <w:rStyle w:val="Seitenzahl"/>
          <w:rFonts w:ascii="Arial" w:hAnsi="Arial"/>
          <w:lang w:val="fr-CH"/>
        </w:rPr>
        <w:t>eva.appel</w:t>
      </w:r>
      <w:r w:rsidRPr="00495865">
        <w:rPr>
          <w:rStyle w:val="Seitenzahl"/>
          <w:rFonts w:ascii="Arial" w:hAnsi="Arial"/>
          <w:lang w:val="fr-CH"/>
        </w:rPr>
        <w:t>@wuerth-ag.ch</w:t>
      </w:r>
    </w:p>
    <w:sectPr w:rsidR="001300E4" w:rsidRPr="00495865" w:rsidSect="007D48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2AD" w:rsidRDefault="00C202AD">
      <w:r>
        <w:separator/>
      </w:r>
    </w:p>
    <w:p w:rsidR="00C202AD" w:rsidRDefault="00C202AD"/>
  </w:endnote>
  <w:endnote w:type="continuationSeparator" w:id="0">
    <w:p w:rsidR="00C202AD" w:rsidRDefault="00C202AD">
      <w:r>
        <w:continuationSeparator/>
      </w:r>
    </w:p>
    <w:p w:rsidR="00C202AD" w:rsidRDefault="00C202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8813FC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8813FC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8813FC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8813FC">
      <w:rPr>
        <w:rStyle w:val="Seitenzahl"/>
        <w:rFonts w:ascii="Arial" w:hAnsi="Arial"/>
        <w:noProof/>
      </w:rPr>
      <w:t>2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2AD" w:rsidRDefault="00C202AD">
      <w:r>
        <w:separator/>
      </w:r>
    </w:p>
    <w:p w:rsidR="00C202AD" w:rsidRDefault="00C202AD"/>
  </w:footnote>
  <w:footnote w:type="continuationSeparator" w:id="0">
    <w:p w:rsidR="00C202AD" w:rsidRDefault="00C202AD">
      <w:r>
        <w:continuationSeparator/>
      </w:r>
    </w:p>
    <w:p w:rsidR="00C202AD" w:rsidRDefault="00C202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CA01D8" w:rsidRPr="00DD7FE8" w:rsidRDefault="008D2689" w:rsidP="0086724D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2AD"/>
    <w:rsid w:val="000817C6"/>
    <w:rsid w:val="000C06D8"/>
    <w:rsid w:val="000D2303"/>
    <w:rsid w:val="000E4244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A27D1"/>
    <w:rsid w:val="001F3AF2"/>
    <w:rsid w:val="001F45E3"/>
    <w:rsid w:val="001F68E0"/>
    <w:rsid w:val="002007F7"/>
    <w:rsid w:val="00207C21"/>
    <w:rsid w:val="00224B07"/>
    <w:rsid w:val="00232CB5"/>
    <w:rsid w:val="0023748A"/>
    <w:rsid w:val="00286C35"/>
    <w:rsid w:val="002A1998"/>
    <w:rsid w:val="002B3155"/>
    <w:rsid w:val="002C7F27"/>
    <w:rsid w:val="00304D0B"/>
    <w:rsid w:val="00342C0F"/>
    <w:rsid w:val="0037768B"/>
    <w:rsid w:val="00384311"/>
    <w:rsid w:val="00393740"/>
    <w:rsid w:val="003948A4"/>
    <w:rsid w:val="003C42E6"/>
    <w:rsid w:val="004123F3"/>
    <w:rsid w:val="00470676"/>
    <w:rsid w:val="00495865"/>
    <w:rsid w:val="00495901"/>
    <w:rsid w:val="0049708E"/>
    <w:rsid w:val="004A179F"/>
    <w:rsid w:val="004B170A"/>
    <w:rsid w:val="004C6FEF"/>
    <w:rsid w:val="004D105D"/>
    <w:rsid w:val="004D169D"/>
    <w:rsid w:val="004D49C0"/>
    <w:rsid w:val="004E1589"/>
    <w:rsid w:val="00517537"/>
    <w:rsid w:val="00523054"/>
    <w:rsid w:val="005316E0"/>
    <w:rsid w:val="00542125"/>
    <w:rsid w:val="00556BC7"/>
    <w:rsid w:val="00560299"/>
    <w:rsid w:val="00583756"/>
    <w:rsid w:val="00591DB0"/>
    <w:rsid w:val="005C13D6"/>
    <w:rsid w:val="005C30AF"/>
    <w:rsid w:val="005C44C4"/>
    <w:rsid w:val="005D04BB"/>
    <w:rsid w:val="005F25E9"/>
    <w:rsid w:val="00603D09"/>
    <w:rsid w:val="00644649"/>
    <w:rsid w:val="00671EE9"/>
    <w:rsid w:val="006D1842"/>
    <w:rsid w:val="006E24E6"/>
    <w:rsid w:val="006E4185"/>
    <w:rsid w:val="006F0337"/>
    <w:rsid w:val="006F7749"/>
    <w:rsid w:val="00714D2D"/>
    <w:rsid w:val="00722507"/>
    <w:rsid w:val="00747BBC"/>
    <w:rsid w:val="007B20F7"/>
    <w:rsid w:val="007B39CE"/>
    <w:rsid w:val="007B52F2"/>
    <w:rsid w:val="007C01AA"/>
    <w:rsid w:val="007D4109"/>
    <w:rsid w:val="007D4815"/>
    <w:rsid w:val="00821895"/>
    <w:rsid w:val="00825D70"/>
    <w:rsid w:val="00845C58"/>
    <w:rsid w:val="0085689B"/>
    <w:rsid w:val="0086724D"/>
    <w:rsid w:val="008709B4"/>
    <w:rsid w:val="008813FC"/>
    <w:rsid w:val="00881DE4"/>
    <w:rsid w:val="00885234"/>
    <w:rsid w:val="008D2689"/>
    <w:rsid w:val="00916560"/>
    <w:rsid w:val="0092510F"/>
    <w:rsid w:val="009426D5"/>
    <w:rsid w:val="00990878"/>
    <w:rsid w:val="0099545F"/>
    <w:rsid w:val="009A7071"/>
    <w:rsid w:val="009A7472"/>
    <w:rsid w:val="009B1676"/>
    <w:rsid w:val="009B69AC"/>
    <w:rsid w:val="00A049F4"/>
    <w:rsid w:val="00A0553B"/>
    <w:rsid w:val="00A16388"/>
    <w:rsid w:val="00A24056"/>
    <w:rsid w:val="00A26D46"/>
    <w:rsid w:val="00A368B3"/>
    <w:rsid w:val="00A65EDA"/>
    <w:rsid w:val="00A973B6"/>
    <w:rsid w:val="00A973F9"/>
    <w:rsid w:val="00AB1079"/>
    <w:rsid w:val="00B25837"/>
    <w:rsid w:val="00B42D37"/>
    <w:rsid w:val="00B4505C"/>
    <w:rsid w:val="00B56B04"/>
    <w:rsid w:val="00B73E5A"/>
    <w:rsid w:val="00B85CD7"/>
    <w:rsid w:val="00B90842"/>
    <w:rsid w:val="00B963B4"/>
    <w:rsid w:val="00BA06FF"/>
    <w:rsid w:val="00BA3769"/>
    <w:rsid w:val="00BC2430"/>
    <w:rsid w:val="00BD0B29"/>
    <w:rsid w:val="00BF013F"/>
    <w:rsid w:val="00C16B6D"/>
    <w:rsid w:val="00C202AD"/>
    <w:rsid w:val="00C23A0B"/>
    <w:rsid w:val="00C356E9"/>
    <w:rsid w:val="00C77D19"/>
    <w:rsid w:val="00C95600"/>
    <w:rsid w:val="00CA01D8"/>
    <w:rsid w:val="00CB56A5"/>
    <w:rsid w:val="00CC119F"/>
    <w:rsid w:val="00CD0128"/>
    <w:rsid w:val="00CD326F"/>
    <w:rsid w:val="00CF1CC4"/>
    <w:rsid w:val="00D1159F"/>
    <w:rsid w:val="00D31825"/>
    <w:rsid w:val="00D43D42"/>
    <w:rsid w:val="00D53751"/>
    <w:rsid w:val="00D9150A"/>
    <w:rsid w:val="00DD7FE8"/>
    <w:rsid w:val="00DF4E45"/>
    <w:rsid w:val="00E45804"/>
    <w:rsid w:val="00E47D61"/>
    <w:rsid w:val="00E5235F"/>
    <w:rsid w:val="00E56FD8"/>
    <w:rsid w:val="00EA4BEA"/>
    <w:rsid w:val="00EB0B9F"/>
    <w:rsid w:val="00EF0907"/>
    <w:rsid w:val="00F17A1C"/>
    <w:rsid w:val="00F24BB3"/>
    <w:rsid w:val="00F5522E"/>
    <w:rsid w:val="00F57C18"/>
    <w:rsid w:val="00F66200"/>
    <w:rsid w:val="00F82E90"/>
    <w:rsid w:val="00FD0A30"/>
    <w:rsid w:val="00FD5564"/>
    <w:rsid w:val="00FE724E"/>
    <w:rsid w:val="00FE7AF4"/>
    <w:rsid w:val="00FF3EDA"/>
    <w:rsid w:val="00FF42E0"/>
    <w:rsid w:val="00FF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3E609E3B"/>
  <w15:docId w15:val="{C80B79E9-0A3F-4E5E-B4F5-64BBF4B4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2</Pages>
  <Words>257</Words>
  <Characters>1957</Characters>
  <Application>Microsoft Office Word</Application>
  <DocSecurity>0</DocSecurity>
  <Lines>63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23</cp:revision>
  <cp:lastPrinted>2012-07-30T07:58:00Z</cp:lastPrinted>
  <dcterms:created xsi:type="dcterms:W3CDTF">2018-05-18T11:00:00Z</dcterms:created>
  <dcterms:modified xsi:type="dcterms:W3CDTF">2018-06-20T07:17:00Z</dcterms:modified>
</cp:coreProperties>
</file>