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2092"/>
        <w:gridCol w:w="3148"/>
      </w:tblGrid>
      <w:tr w:rsidR="007D4109" w:rsidRPr="00C75BCD" w:rsidTr="00D22E9C">
        <w:trPr>
          <w:trHeight w:hRule="exact" w:val="2325"/>
        </w:trPr>
        <w:tc>
          <w:tcPr>
            <w:tcW w:w="4683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2092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C75BCD" w:rsidRDefault="00C13608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Forum Würth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Dornwydenweg 11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4144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C75BCD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T +41 61 705 9</w:t>
            </w:r>
            <w:r w:rsidR="00C13608" w:rsidRPr="00C75BCD">
              <w:rPr>
                <w:rFonts w:ascii="Arial" w:hAnsi="Arial"/>
              </w:rPr>
              <w:t>5 95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F +41 61 705 9</w:t>
            </w:r>
            <w:r w:rsidR="00C13608" w:rsidRPr="006B17FF">
              <w:rPr>
                <w:rFonts w:ascii="Arial" w:hAnsi="Arial"/>
                <w:lang w:val="en-GB"/>
              </w:rPr>
              <w:t>5 96</w:t>
            </w:r>
          </w:p>
          <w:p w:rsidR="007D4109" w:rsidRPr="006B17FF" w:rsidRDefault="008547C5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arlesheim</w:t>
            </w:r>
            <w:r w:rsidR="007D4109" w:rsidRPr="006B17FF">
              <w:rPr>
                <w:rFonts w:ascii="Arial" w:hAnsi="Arial"/>
                <w:lang w:val="en-GB"/>
              </w:rPr>
              <w:t>@</w:t>
            </w:r>
            <w:r>
              <w:rPr>
                <w:rFonts w:ascii="Arial" w:hAnsi="Arial"/>
                <w:lang w:val="en-GB"/>
              </w:rPr>
              <w:t>forum-</w:t>
            </w:r>
            <w:r w:rsidR="007D4109" w:rsidRPr="006B17FF">
              <w:rPr>
                <w:rFonts w:ascii="Arial" w:hAnsi="Arial"/>
                <w:lang w:val="en-GB"/>
              </w:rPr>
              <w:t>wuerth.ch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www.</w:t>
            </w:r>
            <w:r w:rsidR="00C13608" w:rsidRPr="006B17FF">
              <w:rPr>
                <w:rFonts w:ascii="Arial" w:hAnsi="Arial"/>
                <w:lang w:val="en-GB"/>
              </w:rPr>
              <w:t>forum-</w:t>
            </w:r>
            <w:r w:rsidRPr="006B17FF">
              <w:rPr>
                <w:rFonts w:ascii="Arial" w:hAnsi="Arial"/>
                <w:lang w:val="en-GB"/>
              </w:rPr>
              <w:t>wuerth.ch</w:t>
            </w:r>
            <w:r w:rsidR="0027452F">
              <w:rPr>
                <w:rFonts w:ascii="Arial" w:hAnsi="Arial"/>
                <w:lang w:val="en-GB"/>
              </w:rPr>
              <w:t>/arlesheim</w:t>
            </w:r>
          </w:p>
          <w:p w:rsidR="007D4109" w:rsidRPr="006B17F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C75BCD" w:rsidRDefault="007D4109" w:rsidP="00270BE7">
            <w:pPr>
              <w:pStyle w:val="Adressat"/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 xml:space="preserve">Arlesheim, </w:t>
            </w:r>
            <w:r w:rsidR="00270BE7">
              <w:rPr>
                <w:rFonts w:ascii="Arial" w:hAnsi="Arial"/>
              </w:rPr>
              <w:t>30</w:t>
            </w:r>
            <w:bookmarkStart w:id="0" w:name="_GoBack"/>
            <w:bookmarkEnd w:id="0"/>
            <w:r w:rsidR="00270BE7">
              <w:rPr>
                <w:rFonts w:ascii="Arial" w:hAnsi="Arial"/>
              </w:rPr>
              <w:t>.08</w:t>
            </w:r>
            <w:r w:rsidR="00CD4A2F">
              <w:rPr>
                <w:rFonts w:ascii="Arial" w:hAnsi="Arial"/>
              </w:rPr>
              <w:t>.2017</w:t>
            </w:r>
          </w:p>
        </w:tc>
      </w:tr>
    </w:tbl>
    <w:p w:rsidR="005F347E" w:rsidRPr="00640665" w:rsidRDefault="005F347E" w:rsidP="005F347E">
      <w:pPr>
        <w:spacing w:line="220" w:lineRule="exact"/>
        <w:rPr>
          <w:rFonts w:ascii="Arial" w:hAnsi="Arial"/>
          <w:noProof/>
          <w:sz w:val="16"/>
          <w:szCs w:val="16"/>
          <w:u w:val="single"/>
        </w:rPr>
      </w:pPr>
      <w:r>
        <w:rPr>
          <w:rFonts w:ascii="Arial" w:hAnsi="Arial"/>
          <w:noProof/>
          <w:sz w:val="16"/>
          <w:szCs w:val="16"/>
          <w:u w:val="single"/>
        </w:rPr>
        <w:t>Filmnachmittag</w:t>
      </w:r>
    </w:p>
    <w:p w:rsidR="005F347E" w:rsidRDefault="005F347E" w:rsidP="005F347E">
      <w:pPr>
        <w:rPr>
          <w:rStyle w:val="strong2"/>
          <w:rFonts w:ascii="Arial" w:hAnsi="Arial"/>
          <w:b/>
          <w:sz w:val="28"/>
          <w:szCs w:val="28"/>
        </w:rPr>
      </w:pPr>
    </w:p>
    <w:p w:rsidR="008D2689" w:rsidRPr="00C75BCD" w:rsidRDefault="004D6FC4" w:rsidP="00992339">
      <w:pPr>
        <w:pStyle w:val="berschrift1"/>
        <w:rPr>
          <w:rFonts w:ascii="Arial" w:hAnsi="Arial"/>
          <w:b/>
          <w:bCs w:val="0"/>
        </w:rPr>
      </w:pPr>
      <w:r>
        <w:rPr>
          <w:rFonts w:ascii="Arial" w:hAnsi="Arial"/>
          <w:b/>
          <w:bCs w:val="0"/>
        </w:rPr>
        <w:t>Träume am Meer</w:t>
      </w:r>
    </w:p>
    <w:p w:rsidR="008D2689" w:rsidRPr="00C75BCD" w:rsidRDefault="008D2689" w:rsidP="00992339">
      <w:pPr>
        <w:rPr>
          <w:rFonts w:ascii="Arial" w:hAnsi="Arial"/>
        </w:rPr>
      </w:pPr>
    </w:p>
    <w:p w:rsidR="004D6FC4" w:rsidRDefault="004D6FC4" w:rsidP="00992339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Das Forum Würth Arlesheim zeigt den Film </w:t>
      </w:r>
      <w:r w:rsidRPr="00E14C5D">
        <w:rPr>
          <w:rFonts w:ascii="Arial" w:hAnsi="Arial"/>
          <w:b/>
        </w:rPr>
        <w:t xml:space="preserve">«Träume am Meer. Der Maler Emil </w:t>
      </w:r>
      <w:proofErr w:type="spellStart"/>
      <w:r w:rsidRPr="00E14C5D">
        <w:rPr>
          <w:rFonts w:ascii="Arial" w:hAnsi="Arial"/>
          <w:b/>
        </w:rPr>
        <w:t>Nolde</w:t>
      </w:r>
      <w:proofErr w:type="spellEnd"/>
      <w:r w:rsidRPr="00E14C5D">
        <w:rPr>
          <w:rFonts w:ascii="Arial" w:hAnsi="Arial"/>
          <w:b/>
        </w:rPr>
        <w:t>»</w:t>
      </w:r>
      <w:r>
        <w:rPr>
          <w:rFonts w:ascii="Arial" w:hAnsi="Arial"/>
          <w:b/>
        </w:rPr>
        <w:t xml:space="preserve"> </w:t>
      </w:r>
      <w:r w:rsidR="005434DF">
        <w:rPr>
          <w:rFonts w:ascii="Arial" w:hAnsi="Arial"/>
          <w:b/>
        </w:rPr>
        <w:t xml:space="preserve">begleitend zur </w:t>
      </w:r>
      <w:r w:rsidR="005434DF" w:rsidRPr="005434DF">
        <w:rPr>
          <w:rFonts w:ascii="Arial" w:hAnsi="Arial"/>
          <w:b/>
        </w:rPr>
        <w:t>Ausstellung «Im Blick des Sammlers»</w:t>
      </w:r>
      <w:r w:rsidR="005434DF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am Samstag, 16. September 2017 um 14 Uhr. Der Eintritt ist frei.</w:t>
      </w:r>
    </w:p>
    <w:p w:rsidR="004D6FC4" w:rsidRPr="004D6FC4" w:rsidRDefault="004D6FC4" w:rsidP="00992339">
      <w:pPr>
        <w:rPr>
          <w:rFonts w:ascii="Arial" w:hAnsi="Arial"/>
        </w:rPr>
      </w:pPr>
    </w:p>
    <w:p w:rsidR="00015DA2" w:rsidRDefault="0082136F" w:rsidP="00992339">
      <w:pPr>
        <w:rPr>
          <w:rStyle w:val="Lead"/>
          <w:rFonts w:ascii="Arial" w:hAnsi="Arial"/>
          <w:bCs/>
        </w:rPr>
      </w:pPr>
      <w:r w:rsidRPr="00F35741">
        <w:rPr>
          <w:rStyle w:val="Lead"/>
          <w:rFonts w:ascii="Arial" w:hAnsi="Arial"/>
          <w:bCs/>
        </w:rPr>
        <w:t xml:space="preserve">Emil </w:t>
      </w:r>
      <w:proofErr w:type="spellStart"/>
      <w:r w:rsidRPr="00F35741">
        <w:rPr>
          <w:rStyle w:val="Lead"/>
          <w:rFonts w:ascii="Arial" w:hAnsi="Arial"/>
          <w:bCs/>
        </w:rPr>
        <w:t>Nolde</w:t>
      </w:r>
      <w:proofErr w:type="spellEnd"/>
      <w:r w:rsidRPr="00F35741">
        <w:rPr>
          <w:rStyle w:val="Lead"/>
          <w:rFonts w:ascii="Arial" w:hAnsi="Arial"/>
          <w:bCs/>
        </w:rPr>
        <w:t xml:space="preserve"> (1867–1956)</w:t>
      </w:r>
      <w:r w:rsidR="00E14C5D" w:rsidRPr="004D6FC4">
        <w:rPr>
          <w:rFonts w:ascii="Arial" w:hAnsi="Arial"/>
        </w:rPr>
        <w:t xml:space="preserve"> ist einer der wichtigsten </w:t>
      </w:r>
      <w:r w:rsidR="004D6FC4">
        <w:rPr>
          <w:rFonts w:ascii="Arial" w:hAnsi="Arial"/>
        </w:rPr>
        <w:t>Vertreter</w:t>
      </w:r>
      <w:r w:rsidR="00E14C5D" w:rsidRPr="004D6FC4">
        <w:rPr>
          <w:rFonts w:ascii="Arial" w:hAnsi="Arial"/>
        </w:rPr>
        <w:t xml:space="preserve"> des Expressionismus. Der Film </w:t>
      </w:r>
      <w:r w:rsidR="00632309">
        <w:rPr>
          <w:rFonts w:ascii="Arial" w:hAnsi="Arial"/>
        </w:rPr>
        <w:t>«Träume am Meer</w:t>
      </w:r>
      <w:r w:rsidR="00E14C5D" w:rsidRPr="004D6FC4">
        <w:rPr>
          <w:rFonts w:ascii="Arial" w:hAnsi="Arial"/>
        </w:rPr>
        <w:t>»</w:t>
      </w:r>
      <w:r w:rsidR="00534734" w:rsidRPr="004D6FC4">
        <w:rPr>
          <w:rFonts w:ascii="Arial" w:hAnsi="Arial"/>
        </w:rPr>
        <w:t xml:space="preserve"> </w:t>
      </w:r>
      <w:r w:rsidR="004D6FC4" w:rsidRPr="004D6FC4">
        <w:rPr>
          <w:rFonts w:ascii="Arial" w:hAnsi="Arial"/>
        </w:rPr>
        <w:t xml:space="preserve">von Wilfried Hauke </w:t>
      </w:r>
      <w:r w:rsidR="00534734" w:rsidRPr="004D6FC4">
        <w:rPr>
          <w:rFonts w:ascii="Arial" w:hAnsi="Arial"/>
        </w:rPr>
        <w:t xml:space="preserve">stellt das bewegte Leben und die </w:t>
      </w:r>
      <w:r w:rsidR="006C67BC">
        <w:rPr>
          <w:rFonts w:ascii="Arial" w:hAnsi="Arial"/>
        </w:rPr>
        <w:t xml:space="preserve">weltberühmten </w:t>
      </w:r>
      <w:r w:rsidR="00534734" w:rsidRPr="004D6FC4">
        <w:rPr>
          <w:rFonts w:ascii="Arial" w:hAnsi="Arial"/>
        </w:rPr>
        <w:t xml:space="preserve">Hauptwerke des Malers vor. </w:t>
      </w:r>
      <w:r>
        <w:rPr>
          <w:rFonts w:ascii="Arial" w:hAnsi="Arial"/>
        </w:rPr>
        <w:t>Zur</w:t>
      </w:r>
      <w:r w:rsidR="0057507D">
        <w:rPr>
          <w:rFonts w:ascii="Arial" w:hAnsi="Arial"/>
        </w:rPr>
        <w:t xml:space="preserve"> Einstimmung auf den Film</w:t>
      </w:r>
      <w:r>
        <w:rPr>
          <w:rFonts w:ascii="Arial" w:hAnsi="Arial"/>
        </w:rPr>
        <w:t xml:space="preserve"> erklärt die Kunsthistorikerin Désirée Hess </w:t>
      </w:r>
      <w:r>
        <w:rPr>
          <w:rStyle w:val="Lead"/>
          <w:rFonts w:ascii="Arial" w:hAnsi="Arial"/>
          <w:bCs/>
        </w:rPr>
        <w:t xml:space="preserve">Emil </w:t>
      </w:r>
      <w:proofErr w:type="spellStart"/>
      <w:r>
        <w:rPr>
          <w:rStyle w:val="Lead"/>
          <w:rFonts w:ascii="Arial" w:hAnsi="Arial"/>
          <w:bCs/>
        </w:rPr>
        <w:t>Noldes</w:t>
      </w:r>
      <w:proofErr w:type="spellEnd"/>
      <w:r>
        <w:rPr>
          <w:rStyle w:val="Lead"/>
          <w:rFonts w:ascii="Arial" w:hAnsi="Arial"/>
          <w:bCs/>
        </w:rPr>
        <w:t xml:space="preserve"> Gemälde «Reiter und Tonfiguren», das derzeit in der Ausstellung «Im Blick des Sammlers» im Forum Würth Arlesheim zu sehen</w:t>
      </w:r>
      <w:r w:rsidR="00632309">
        <w:rPr>
          <w:rStyle w:val="Lead"/>
          <w:rFonts w:ascii="Arial" w:hAnsi="Arial"/>
          <w:bCs/>
        </w:rPr>
        <w:t xml:space="preserve"> ist</w:t>
      </w:r>
      <w:r>
        <w:rPr>
          <w:rStyle w:val="Lead"/>
          <w:rFonts w:ascii="Arial" w:hAnsi="Arial"/>
          <w:bCs/>
        </w:rPr>
        <w:t>.</w:t>
      </w:r>
    </w:p>
    <w:p w:rsidR="00F35741" w:rsidRDefault="00F35741" w:rsidP="00992339">
      <w:pPr>
        <w:rPr>
          <w:rStyle w:val="Lead"/>
          <w:rFonts w:ascii="Arial" w:hAnsi="Arial"/>
          <w:bCs/>
        </w:rPr>
      </w:pPr>
    </w:p>
    <w:p w:rsidR="00F35741" w:rsidRDefault="00CE7EA7" w:rsidP="00992339">
      <w:pPr>
        <w:rPr>
          <w:rStyle w:val="Lead"/>
          <w:rFonts w:ascii="Arial" w:hAnsi="Arial"/>
          <w:bCs/>
        </w:rPr>
      </w:pPr>
      <w:r>
        <w:rPr>
          <w:rFonts w:ascii="Arial" w:hAnsi="Arial"/>
        </w:rPr>
        <w:t xml:space="preserve">Der Dokumentarfilm </w:t>
      </w:r>
      <w:r w:rsidR="00A461DC">
        <w:rPr>
          <w:rFonts w:ascii="Arial" w:hAnsi="Arial"/>
        </w:rPr>
        <w:t>«Träume am Meer</w:t>
      </w:r>
      <w:r w:rsidR="00A461DC" w:rsidRPr="004D6FC4">
        <w:rPr>
          <w:rFonts w:ascii="Arial" w:hAnsi="Arial"/>
        </w:rPr>
        <w:t>»</w:t>
      </w:r>
      <w:r>
        <w:rPr>
          <w:rFonts w:ascii="Arial" w:hAnsi="Arial"/>
        </w:rPr>
        <w:t xml:space="preserve"> erhellt</w:t>
      </w:r>
      <w:r w:rsidR="00A461DC">
        <w:rPr>
          <w:rFonts w:ascii="Arial" w:hAnsi="Arial"/>
        </w:rPr>
        <w:t xml:space="preserve"> </w:t>
      </w:r>
      <w:r>
        <w:rPr>
          <w:rFonts w:ascii="Arial" w:hAnsi="Arial"/>
        </w:rPr>
        <w:t>auch den Kontext, in dem</w:t>
      </w:r>
      <w:r w:rsidR="00A461DC">
        <w:rPr>
          <w:rFonts w:ascii="Arial" w:hAnsi="Arial"/>
        </w:rPr>
        <w:t xml:space="preserve"> Emil </w:t>
      </w:r>
      <w:proofErr w:type="spellStart"/>
      <w:r w:rsidR="00A461DC">
        <w:rPr>
          <w:rFonts w:ascii="Arial" w:hAnsi="Arial"/>
        </w:rPr>
        <w:t>Noldes</w:t>
      </w:r>
      <w:proofErr w:type="spellEnd"/>
      <w:r w:rsidR="00A461DC">
        <w:rPr>
          <w:rFonts w:ascii="Arial" w:hAnsi="Arial"/>
        </w:rPr>
        <w:t xml:space="preserve"> Werke entstanden sind. </w:t>
      </w:r>
      <w:r w:rsidR="007E5999">
        <w:rPr>
          <w:rStyle w:val="Lead"/>
          <w:rFonts w:ascii="Arial" w:hAnsi="Arial"/>
          <w:bCs/>
        </w:rPr>
        <w:t>Das «</w:t>
      </w:r>
      <w:proofErr w:type="spellStart"/>
      <w:r w:rsidR="007E5999" w:rsidRPr="00F35741">
        <w:rPr>
          <w:rStyle w:val="Lead"/>
          <w:rFonts w:ascii="Arial" w:hAnsi="Arial"/>
          <w:bCs/>
        </w:rPr>
        <w:t>Noldeland</w:t>
      </w:r>
      <w:proofErr w:type="spellEnd"/>
      <w:r w:rsidR="007E5999" w:rsidRPr="00F35741">
        <w:rPr>
          <w:rStyle w:val="Lead"/>
          <w:rFonts w:ascii="Arial" w:hAnsi="Arial"/>
          <w:bCs/>
        </w:rPr>
        <w:t>»</w:t>
      </w:r>
      <w:r>
        <w:rPr>
          <w:rStyle w:val="Lead"/>
          <w:rFonts w:ascii="Arial" w:hAnsi="Arial"/>
          <w:bCs/>
        </w:rPr>
        <w:t xml:space="preserve"> spielt dabei eine grosse Rolle. J</w:t>
      </w:r>
      <w:r w:rsidR="007E5999" w:rsidRPr="00F35741">
        <w:rPr>
          <w:rStyle w:val="Lead"/>
          <w:rFonts w:ascii="Arial" w:hAnsi="Arial"/>
          <w:bCs/>
        </w:rPr>
        <w:t xml:space="preserve">ene weite </w:t>
      </w:r>
      <w:r w:rsidR="007E5999" w:rsidRPr="00F35741">
        <w:rPr>
          <w:rStyle w:val="Lead"/>
          <w:rFonts w:ascii="Arial" w:hAnsi="Arial"/>
          <w:bCs/>
        </w:rPr>
        <w:lastRenderedPageBreak/>
        <w:t>Landschaft Nordfrieslands an der deutsch-dänischen Grenze</w:t>
      </w:r>
      <w:r w:rsidR="007E5999">
        <w:rPr>
          <w:rStyle w:val="Lead"/>
          <w:rFonts w:ascii="Arial" w:hAnsi="Arial"/>
          <w:bCs/>
        </w:rPr>
        <w:t xml:space="preserve">, wo der Maler lebte und arbeitete, prägte Emil </w:t>
      </w:r>
      <w:proofErr w:type="spellStart"/>
      <w:r w:rsidR="007E5999">
        <w:rPr>
          <w:rStyle w:val="Lead"/>
          <w:rFonts w:ascii="Arial" w:hAnsi="Arial"/>
          <w:bCs/>
        </w:rPr>
        <w:t>Nolde</w:t>
      </w:r>
      <w:proofErr w:type="spellEnd"/>
      <w:r w:rsidR="007E5999">
        <w:rPr>
          <w:rStyle w:val="Lead"/>
          <w:rFonts w:ascii="Arial" w:hAnsi="Arial"/>
          <w:bCs/>
        </w:rPr>
        <w:t xml:space="preserve"> so sehr, dass er sie immer wieder zum Gegenstand seiner Malerei machte. </w:t>
      </w:r>
      <w:r w:rsidR="00F35741" w:rsidRPr="00F35741">
        <w:rPr>
          <w:rStyle w:val="Lead"/>
          <w:rFonts w:ascii="Arial" w:hAnsi="Arial"/>
          <w:bCs/>
        </w:rPr>
        <w:t xml:space="preserve">Die Dokumentation erzählt </w:t>
      </w:r>
      <w:r w:rsidR="00736BBB">
        <w:rPr>
          <w:rStyle w:val="Lead"/>
          <w:rFonts w:ascii="Arial" w:hAnsi="Arial"/>
          <w:bCs/>
        </w:rPr>
        <w:t>ebenso</w:t>
      </w:r>
      <w:r w:rsidR="00F35741" w:rsidRPr="00F35741">
        <w:rPr>
          <w:rStyle w:val="Lead"/>
          <w:rFonts w:ascii="Arial" w:hAnsi="Arial"/>
          <w:bCs/>
        </w:rPr>
        <w:t xml:space="preserve"> von </w:t>
      </w:r>
      <w:proofErr w:type="spellStart"/>
      <w:r w:rsidR="00F35741" w:rsidRPr="00F35741">
        <w:rPr>
          <w:rStyle w:val="Lead"/>
          <w:rFonts w:ascii="Arial" w:hAnsi="Arial"/>
          <w:bCs/>
        </w:rPr>
        <w:t>Noldes</w:t>
      </w:r>
      <w:proofErr w:type="spellEnd"/>
      <w:r w:rsidR="00F35741" w:rsidRPr="00F35741">
        <w:rPr>
          <w:rStyle w:val="Lead"/>
          <w:rFonts w:ascii="Arial" w:hAnsi="Arial"/>
          <w:bCs/>
        </w:rPr>
        <w:t xml:space="preserve"> tiefen seelischen Krisen, ausgelöst durch anfängliche Armut und la</w:t>
      </w:r>
      <w:r>
        <w:rPr>
          <w:rStyle w:val="Lead"/>
          <w:rFonts w:ascii="Arial" w:hAnsi="Arial"/>
          <w:bCs/>
        </w:rPr>
        <w:t xml:space="preserve">nge fehlende Anerkennung, und </w:t>
      </w:r>
      <w:r w:rsidR="002B6BD5">
        <w:rPr>
          <w:rStyle w:val="Lead"/>
          <w:rFonts w:ascii="Arial" w:hAnsi="Arial"/>
          <w:bCs/>
        </w:rPr>
        <w:t>von der</w:t>
      </w:r>
      <w:r>
        <w:rPr>
          <w:rStyle w:val="Lead"/>
          <w:rFonts w:ascii="Arial" w:hAnsi="Arial"/>
          <w:bCs/>
        </w:rPr>
        <w:t xml:space="preserve"> schwierige</w:t>
      </w:r>
      <w:r w:rsidR="002B6BD5">
        <w:rPr>
          <w:rStyle w:val="Lead"/>
          <w:rFonts w:ascii="Arial" w:hAnsi="Arial"/>
          <w:bCs/>
        </w:rPr>
        <w:t>n</w:t>
      </w:r>
      <w:r>
        <w:rPr>
          <w:rStyle w:val="Lead"/>
          <w:rFonts w:ascii="Arial" w:hAnsi="Arial"/>
          <w:bCs/>
        </w:rPr>
        <w:t xml:space="preserve"> Zeit des Nationalsozialismus, in der seine Bilder als «entartet» galten.</w:t>
      </w:r>
      <w:r w:rsidR="002554F7">
        <w:rPr>
          <w:rStyle w:val="Lead"/>
          <w:rFonts w:ascii="Arial" w:hAnsi="Arial"/>
          <w:bCs/>
        </w:rPr>
        <w:t xml:space="preserve"> Der Film dauert zirka 60 Minuten.</w:t>
      </w:r>
    </w:p>
    <w:p w:rsidR="006B17FF" w:rsidRDefault="006B17FF" w:rsidP="00992339">
      <w:pPr>
        <w:rPr>
          <w:rStyle w:val="Lead"/>
          <w:rFonts w:ascii="Arial" w:hAnsi="Arial"/>
          <w:bCs/>
        </w:rPr>
      </w:pPr>
    </w:p>
    <w:p w:rsidR="006B17FF" w:rsidRDefault="006B17FF" w:rsidP="00992339">
      <w:pPr>
        <w:rPr>
          <w:rFonts w:ascii="Arial" w:hAnsi="Arial"/>
        </w:rPr>
      </w:pPr>
    </w:p>
    <w:p w:rsidR="003C19DA" w:rsidRPr="00B1667E" w:rsidRDefault="003C19DA" w:rsidP="00992339">
      <w:pPr>
        <w:rPr>
          <w:rFonts w:ascii="Arial" w:hAnsi="Arial"/>
          <w:b/>
          <w:bCs/>
        </w:rPr>
      </w:pPr>
      <w:r w:rsidRPr="00B1667E">
        <w:rPr>
          <w:rFonts w:ascii="Arial" w:hAnsi="Arial"/>
          <w:b/>
          <w:bCs/>
        </w:rPr>
        <w:t>Bildmaterial und -legende</w:t>
      </w:r>
    </w:p>
    <w:p w:rsidR="00EE69AF" w:rsidRPr="007E3810" w:rsidRDefault="004E5802" w:rsidP="00992339">
      <w:pPr>
        <w:rPr>
          <w:rFonts w:ascii="Arial" w:hAnsi="Arial"/>
          <w:i/>
          <w:iCs/>
        </w:rPr>
      </w:pPr>
      <w:r w:rsidRPr="004E5802">
        <w:rPr>
          <w:rFonts w:ascii="Arial" w:hAnsi="Arial"/>
          <w:i/>
          <w:iCs/>
        </w:rPr>
        <w:t>wuerth_nolde_wolkenspiegelung_11x15_300_rgb</w:t>
      </w:r>
      <w:r w:rsidR="00AC7705">
        <w:rPr>
          <w:rFonts w:ascii="Arial" w:hAnsi="Arial"/>
          <w:i/>
          <w:iCs/>
        </w:rPr>
        <w:t>.jpg</w:t>
      </w:r>
    </w:p>
    <w:p w:rsidR="001B5F0E" w:rsidRPr="00C75BCD" w:rsidRDefault="00911C1E" w:rsidP="00992339">
      <w:pPr>
        <w:rPr>
          <w:rFonts w:ascii="Arial" w:hAnsi="Arial"/>
        </w:rPr>
      </w:pPr>
      <w:r>
        <w:rPr>
          <w:rFonts w:ascii="Arial" w:hAnsi="Arial"/>
        </w:rPr>
        <w:t xml:space="preserve">Emil </w:t>
      </w:r>
      <w:proofErr w:type="spellStart"/>
      <w:r>
        <w:rPr>
          <w:rFonts w:ascii="Arial" w:hAnsi="Arial"/>
        </w:rPr>
        <w:t>Nolde</w:t>
      </w:r>
      <w:proofErr w:type="spellEnd"/>
      <w:r>
        <w:rPr>
          <w:rFonts w:ascii="Arial" w:hAnsi="Arial"/>
        </w:rPr>
        <w:t xml:space="preserve">, </w:t>
      </w:r>
      <w:r w:rsidR="007D4828" w:rsidRPr="007D4828">
        <w:rPr>
          <w:rFonts w:ascii="Arial" w:hAnsi="Arial"/>
        </w:rPr>
        <w:t>Wolkenspiegelung in der Marsch</w:t>
      </w:r>
      <w:r>
        <w:rPr>
          <w:rFonts w:ascii="Arial" w:hAnsi="Arial"/>
        </w:rPr>
        <w:t xml:space="preserve">, Sammlung Würth © 2017, </w:t>
      </w:r>
      <w:proofErr w:type="spellStart"/>
      <w:r>
        <w:rPr>
          <w:rFonts w:ascii="Arial" w:hAnsi="Arial"/>
        </w:rPr>
        <w:t>Nolde</w:t>
      </w:r>
      <w:proofErr w:type="spellEnd"/>
      <w:r>
        <w:rPr>
          <w:rFonts w:ascii="Arial" w:hAnsi="Arial"/>
        </w:rPr>
        <w:t xml:space="preserve"> Stiftung </w:t>
      </w:r>
      <w:proofErr w:type="spellStart"/>
      <w:r>
        <w:rPr>
          <w:rFonts w:ascii="Arial" w:hAnsi="Arial"/>
        </w:rPr>
        <w:t>Seebüll</w:t>
      </w:r>
      <w:proofErr w:type="spellEnd"/>
    </w:p>
    <w:p w:rsidR="00821895" w:rsidRPr="00C75BCD" w:rsidRDefault="00821895" w:rsidP="00992339">
      <w:pPr>
        <w:rPr>
          <w:rFonts w:ascii="Arial" w:hAnsi="Arial"/>
        </w:rPr>
      </w:pPr>
    </w:p>
    <w:p w:rsidR="00617B6A" w:rsidRPr="00C75BCD" w:rsidRDefault="00617B6A" w:rsidP="00992339">
      <w:pPr>
        <w:rPr>
          <w:rFonts w:ascii="Arial" w:hAnsi="Arial"/>
        </w:rPr>
      </w:pPr>
    </w:p>
    <w:p w:rsidR="00821895" w:rsidRPr="00C75BCD" w:rsidRDefault="00555DBC" w:rsidP="00555DBC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Forum Würth Arlesheim</w:t>
      </w:r>
    </w:p>
    <w:p w:rsidR="00821895" w:rsidRPr="00C75BCD" w:rsidRDefault="0002162D" w:rsidP="0099233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2162D">
        <w:rPr>
          <w:rStyle w:val="Seitenzahl"/>
          <w:rFonts w:ascii="Arial" w:hAnsi="Arial"/>
        </w:rPr>
        <w:t>Das 2003 eröffnete Forum Würth Arlesheim zeigt wechselnde Ausstellungen, hauptsächlich mit Werken aus der rund 1</w:t>
      </w:r>
      <w:r w:rsidR="006B35AE">
        <w:rPr>
          <w:rStyle w:val="Seitenzahl"/>
          <w:rFonts w:ascii="Arial" w:hAnsi="Arial"/>
        </w:rPr>
        <w:t>7</w:t>
      </w:r>
      <w:r w:rsidRPr="0002162D">
        <w:rPr>
          <w:rStyle w:val="Seitenzahl"/>
          <w:rFonts w:ascii="Arial" w:hAnsi="Arial"/>
        </w:rPr>
        <w:t xml:space="preserve">’000 Positionen umfassenden Sammlung Würth. Öffnungszeiten: </w:t>
      </w:r>
      <w:r w:rsidR="0027452F">
        <w:rPr>
          <w:rStyle w:val="Seitenzahl"/>
          <w:rFonts w:ascii="Arial" w:hAnsi="Arial"/>
        </w:rPr>
        <w:t>Dienstag</w:t>
      </w:r>
      <w:r w:rsidRPr="0002162D">
        <w:rPr>
          <w:rStyle w:val="Seitenzahl"/>
          <w:rFonts w:ascii="Arial" w:hAnsi="Arial"/>
        </w:rPr>
        <w:t xml:space="preserve"> bis </w:t>
      </w:r>
      <w:r w:rsidR="0027452F">
        <w:rPr>
          <w:rStyle w:val="Seitenzahl"/>
          <w:rFonts w:ascii="Arial" w:hAnsi="Arial"/>
        </w:rPr>
        <w:t>Sonntag</w:t>
      </w:r>
      <w:r w:rsidRPr="0002162D">
        <w:rPr>
          <w:rStyle w:val="Seitenzahl"/>
          <w:rFonts w:ascii="Arial" w:hAnsi="Arial"/>
        </w:rPr>
        <w:t xml:space="preserve"> 11–17 Uhr, Eintritt frei. Alle Aktivitäten des Forum Würth Arlesheim sind Projekte der Würth AG.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Hinweis</w:t>
      </w:r>
    </w:p>
    <w:p w:rsidR="00821895" w:rsidRPr="00C75BCD" w:rsidRDefault="0027452F" w:rsidP="00617B6A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 xml:space="preserve">Pressetext und Bildmaterial stehen zum Download bereit: </w:t>
      </w:r>
      <w:r>
        <w:rPr>
          <w:rStyle w:val="Seitenzahl"/>
          <w:rFonts w:ascii="Arial" w:hAnsi="Arial"/>
        </w:rPr>
        <w:t>www.wuerth-ag.ch/m</w:t>
      </w:r>
      <w:r w:rsidRPr="00FF42E0">
        <w:rPr>
          <w:rStyle w:val="Seitenzahl"/>
          <w:rFonts w:ascii="Arial" w:hAnsi="Arial"/>
        </w:rPr>
        <w:t>edien</w:t>
      </w:r>
      <w:r>
        <w:rPr>
          <w:rStyle w:val="Seitenzahl"/>
          <w:rFonts w:ascii="Arial" w:hAnsi="Arial"/>
        </w:rPr>
        <w:t>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Kontakt</w:t>
      </w:r>
    </w:p>
    <w:p w:rsidR="007D4109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C75BCD">
        <w:rPr>
          <w:rStyle w:val="Seitenzahl"/>
          <w:rFonts w:ascii="Arial" w:hAnsi="Arial"/>
        </w:rPr>
        <w:t>Thomas Schwager</w:t>
      </w:r>
    </w:p>
    <w:p w:rsidR="00821895" w:rsidRPr="00C75BCD" w:rsidRDefault="0027452F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 +41 61 705 91 17</w:t>
      </w:r>
      <w:r w:rsidR="007D4109" w:rsidRPr="00C75BCD">
        <w:rPr>
          <w:rStyle w:val="Seitenzahl"/>
          <w:rFonts w:ascii="Arial" w:hAnsi="Arial"/>
        </w:rPr>
        <w:t xml:space="preserve">, </w:t>
      </w:r>
      <w:r w:rsidR="00821895" w:rsidRPr="00C75BCD">
        <w:rPr>
          <w:rStyle w:val="Seitenzahl"/>
          <w:rFonts w:ascii="Arial" w:hAnsi="Arial"/>
        </w:rPr>
        <w:t>thomas.schwager@wuerth-ag.ch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7D4109" w:rsidRPr="006B17FF" w:rsidRDefault="004F5A3A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 w:rsidRPr="006B17FF">
        <w:rPr>
          <w:rStyle w:val="Seitenzahl"/>
          <w:rFonts w:ascii="Arial" w:hAnsi="Arial"/>
          <w:lang w:val="fr-CH"/>
        </w:rPr>
        <w:t>Eva Appel</w:t>
      </w:r>
    </w:p>
    <w:p w:rsidR="001300E4" w:rsidRPr="006B17FF" w:rsidRDefault="004F5A3A" w:rsidP="00316429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6B17FF">
        <w:rPr>
          <w:rStyle w:val="Seitenzahl"/>
          <w:rFonts w:ascii="Arial" w:hAnsi="Arial"/>
          <w:lang w:val="fr-CH"/>
        </w:rPr>
        <w:t>T +41 61 705 98 33</w:t>
      </w:r>
      <w:r w:rsidR="007D4109" w:rsidRPr="006B17FF">
        <w:rPr>
          <w:rStyle w:val="Seitenzahl"/>
          <w:rFonts w:ascii="Arial" w:hAnsi="Arial"/>
          <w:lang w:val="fr-CH"/>
        </w:rPr>
        <w:t xml:space="preserve">, </w:t>
      </w:r>
      <w:r w:rsidRPr="006B17FF">
        <w:rPr>
          <w:rStyle w:val="Seitenzahl"/>
          <w:rFonts w:ascii="Arial" w:hAnsi="Arial"/>
          <w:lang w:val="fr-CH"/>
        </w:rPr>
        <w:t>eva.appel</w:t>
      </w:r>
      <w:r w:rsidR="00C86120" w:rsidRPr="006B17FF">
        <w:rPr>
          <w:rStyle w:val="Seitenzahl"/>
          <w:rFonts w:ascii="Arial" w:hAnsi="Arial"/>
          <w:lang w:val="fr-CH"/>
        </w:rPr>
        <w:t>@wuerth-ag.ch</w:t>
      </w:r>
    </w:p>
    <w:sectPr w:rsidR="001300E4" w:rsidRPr="006B17FF" w:rsidSect="009127D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170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2F" w:rsidRDefault="00CD4A2F">
      <w:r>
        <w:separator/>
      </w:r>
    </w:p>
    <w:p w:rsidR="00CD4A2F" w:rsidRDefault="00CD4A2F"/>
  </w:endnote>
  <w:endnote w:type="continuationSeparator" w:id="0">
    <w:p w:rsidR="00CD4A2F" w:rsidRDefault="00CD4A2F">
      <w:r>
        <w:continuationSeparator/>
      </w:r>
    </w:p>
    <w:p w:rsidR="00CD4A2F" w:rsidRDefault="00CD4A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Pr="00617B6A" w:rsidRDefault="0080128E">
    <w:pPr>
      <w:pStyle w:val="Fuzeile"/>
      <w:rPr>
        <w:rFonts w:ascii="Arial" w:hAnsi="Arial"/>
      </w:rPr>
    </w:pPr>
    <w:r w:rsidRPr="00617B6A">
      <w:rPr>
        <w:rFonts w:ascii="Arial" w:hAnsi="Arial"/>
      </w:rPr>
      <w:t xml:space="preserve">Seite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PAGE </w:instrText>
    </w:r>
    <w:r w:rsidRPr="00617B6A">
      <w:rPr>
        <w:rFonts w:ascii="Arial" w:hAnsi="Arial"/>
      </w:rPr>
      <w:fldChar w:fldCharType="separate"/>
    </w:r>
    <w:r w:rsidR="000508FF">
      <w:rPr>
        <w:rFonts w:ascii="Arial" w:hAnsi="Arial"/>
        <w:noProof/>
      </w:rPr>
      <w:t>2</w:t>
    </w:r>
    <w:r w:rsidRPr="00617B6A">
      <w:rPr>
        <w:rFonts w:ascii="Arial" w:hAnsi="Arial"/>
      </w:rPr>
      <w:fldChar w:fldCharType="end"/>
    </w:r>
    <w:r w:rsidRPr="00617B6A">
      <w:rPr>
        <w:rFonts w:ascii="Arial" w:hAnsi="Arial"/>
      </w:rPr>
      <w:t xml:space="preserve"> von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NUMPAGES </w:instrText>
    </w:r>
    <w:r w:rsidRPr="00617B6A">
      <w:rPr>
        <w:rFonts w:ascii="Arial" w:hAnsi="Arial"/>
      </w:rPr>
      <w:fldChar w:fldCharType="separate"/>
    </w:r>
    <w:r w:rsidR="000508FF">
      <w:rPr>
        <w:rFonts w:ascii="Arial" w:hAnsi="Arial"/>
        <w:noProof/>
      </w:rPr>
      <w:t>2</w:t>
    </w:r>
    <w:r w:rsidRPr="00617B6A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Pr="00617B6A" w:rsidRDefault="0080128E" w:rsidP="00FF3EDA">
    <w:pPr>
      <w:spacing w:line="220" w:lineRule="exact"/>
      <w:rPr>
        <w:rFonts w:ascii="Arial" w:hAnsi="Arial"/>
        <w:sz w:val="16"/>
      </w:rPr>
    </w:pPr>
    <w:r w:rsidRPr="00617B6A">
      <w:rPr>
        <w:rStyle w:val="Seitenzahl"/>
        <w:rFonts w:ascii="Arial" w:hAnsi="Arial"/>
      </w:rPr>
      <w:t xml:space="preserve">Seite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PAGE </w:instrText>
    </w:r>
    <w:r w:rsidRPr="00617B6A">
      <w:rPr>
        <w:rStyle w:val="Seitenzahl"/>
        <w:rFonts w:ascii="Arial" w:hAnsi="Arial"/>
      </w:rPr>
      <w:fldChar w:fldCharType="separate"/>
    </w:r>
    <w:r w:rsidR="000508FF">
      <w:rPr>
        <w:rStyle w:val="Seitenzahl"/>
        <w:rFonts w:ascii="Arial" w:hAnsi="Arial"/>
        <w:noProof/>
      </w:rPr>
      <w:t>1</w:t>
    </w:r>
    <w:r w:rsidRPr="00617B6A">
      <w:rPr>
        <w:rStyle w:val="Seitenzahl"/>
        <w:rFonts w:ascii="Arial" w:hAnsi="Arial"/>
      </w:rPr>
      <w:fldChar w:fldCharType="end"/>
    </w:r>
    <w:r w:rsidRPr="00617B6A">
      <w:rPr>
        <w:rStyle w:val="Seitenzahl"/>
        <w:rFonts w:ascii="Arial" w:hAnsi="Arial"/>
      </w:rPr>
      <w:t xml:space="preserve"> von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NUMPAGES </w:instrText>
    </w:r>
    <w:r w:rsidRPr="00617B6A">
      <w:rPr>
        <w:rStyle w:val="Seitenzahl"/>
        <w:rFonts w:ascii="Arial" w:hAnsi="Arial"/>
      </w:rPr>
      <w:fldChar w:fldCharType="separate"/>
    </w:r>
    <w:r w:rsidR="000508FF">
      <w:rPr>
        <w:rStyle w:val="Seitenzahl"/>
        <w:rFonts w:ascii="Arial" w:hAnsi="Arial"/>
        <w:noProof/>
      </w:rPr>
      <w:t>2</w:t>
    </w:r>
    <w:r w:rsidRPr="00617B6A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2F" w:rsidRDefault="00CD4A2F">
      <w:r>
        <w:separator/>
      </w:r>
    </w:p>
    <w:p w:rsidR="00CD4A2F" w:rsidRDefault="00CD4A2F"/>
  </w:footnote>
  <w:footnote w:type="continuationSeparator" w:id="0">
    <w:p w:rsidR="00CD4A2F" w:rsidRDefault="00CD4A2F">
      <w:r>
        <w:continuationSeparator/>
      </w:r>
    </w:p>
    <w:p w:rsidR="00CD4A2F" w:rsidRDefault="00CD4A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Default="006B35AE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1" name="Bild 11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Default="008012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Pr="00617B6A" w:rsidRDefault="006B35AE">
    <w:pPr>
      <w:pStyle w:val="Kopfzeile"/>
      <w:rPr>
        <w:rFonts w:ascii="Arial" w:hAnsi="Arial"/>
        <w:b/>
        <w:bCs/>
      </w:rPr>
    </w:pPr>
    <w:r>
      <w:rPr>
        <w:rFonts w:ascii="Arial" w:hAnsi="Arial"/>
        <w:b/>
        <w:bCs/>
        <w:noProof/>
      </w:rPr>
      <w:drawing>
        <wp:anchor distT="0" distB="0" distL="114300" distR="114300" simplePos="0" relativeHeight="251657216" behindDoc="0" locked="1" layoutInCell="1" allowOverlap="1" wp14:anchorId="18B528A5" wp14:editId="78E500CE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0" name="Bild 10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 w:rsidP="008D2689">
    <w:pPr>
      <w:pStyle w:val="Kopfzeile"/>
      <w:rPr>
        <w:rFonts w:ascii="Arial" w:hAnsi="Arial"/>
        <w:b/>
        <w:bCs/>
      </w:rPr>
    </w:pPr>
    <w:r w:rsidRPr="00617B6A">
      <w:rPr>
        <w:rFonts w:ascii="Arial" w:hAnsi="Arial"/>
        <w:b/>
        <w:bCs/>
      </w:rPr>
      <w:t>MEDIENMITTEILUNG</w:t>
    </w:r>
  </w:p>
  <w:p w:rsidR="0080128E" w:rsidRPr="00617B6A" w:rsidRDefault="0080128E">
    <w:pPr>
      <w:rPr>
        <w:rFonts w:ascii="Arial" w:hAnsi="Arial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2F"/>
    <w:rsid w:val="00015DA2"/>
    <w:rsid w:val="0002162D"/>
    <w:rsid w:val="00033E73"/>
    <w:rsid w:val="00044FC1"/>
    <w:rsid w:val="00045F7A"/>
    <w:rsid w:val="000508FF"/>
    <w:rsid w:val="00053E9F"/>
    <w:rsid w:val="00056178"/>
    <w:rsid w:val="0008353D"/>
    <w:rsid w:val="000A6025"/>
    <w:rsid w:val="000D1B58"/>
    <w:rsid w:val="001300E4"/>
    <w:rsid w:val="0013373D"/>
    <w:rsid w:val="00135162"/>
    <w:rsid w:val="00135ECD"/>
    <w:rsid w:val="001402FB"/>
    <w:rsid w:val="001470C7"/>
    <w:rsid w:val="00153AC6"/>
    <w:rsid w:val="00182F2A"/>
    <w:rsid w:val="00194A39"/>
    <w:rsid w:val="00194C05"/>
    <w:rsid w:val="001B5F0E"/>
    <w:rsid w:val="001D2156"/>
    <w:rsid w:val="001D2D56"/>
    <w:rsid w:val="001F45E3"/>
    <w:rsid w:val="001F68E0"/>
    <w:rsid w:val="002101D6"/>
    <w:rsid w:val="00224B07"/>
    <w:rsid w:val="002554F7"/>
    <w:rsid w:val="00256CD9"/>
    <w:rsid w:val="00270BE7"/>
    <w:rsid w:val="0027452F"/>
    <w:rsid w:val="002B3155"/>
    <w:rsid w:val="002B6BD5"/>
    <w:rsid w:val="002C071D"/>
    <w:rsid w:val="002E2356"/>
    <w:rsid w:val="002F50C5"/>
    <w:rsid w:val="00316429"/>
    <w:rsid w:val="0034047F"/>
    <w:rsid w:val="0037768B"/>
    <w:rsid w:val="003A231D"/>
    <w:rsid w:val="003C19DA"/>
    <w:rsid w:val="003D70F1"/>
    <w:rsid w:val="003E613B"/>
    <w:rsid w:val="004003AD"/>
    <w:rsid w:val="004123F3"/>
    <w:rsid w:val="00432931"/>
    <w:rsid w:val="00463971"/>
    <w:rsid w:val="00470676"/>
    <w:rsid w:val="004860A6"/>
    <w:rsid w:val="00495901"/>
    <w:rsid w:val="004C6FEF"/>
    <w:rsid w:val="004D2CF7"/>
    <w:rsid w:val="004D6FC4"/>
    <w:rsid w:val="004E5802"/>
    <w:rsid w:val="004F12BE"/>
    <w:rsid w:val="004F5A3A"/>
    <w:rsid w:val="00517537"/>
    <w:rsid w:val="005270C3"/>
    <w:rsid w:val="00534734"/>
    <w:rsid w:val="00535F65"/>
    <w:rsid w:val="00542125"/>
    <w:rsid w:val="005434DF"/>
    <w:rsid w:val="00555DBC"/>
    <w:rsid w:val="00556BC7"/>
    <w:rsid w:val="00560299"/>
    <w:rsid w:val="0057507D"/>
    <w:rsid w:val="005909BC"/>
    <w:rsid w:val="00591DB0"/>
    <w:rsid w:val="005C30AF"/>
    <w:rsid w:val="005C44C4"/>
    <w:rsid w:val="005F25E9"/>
    <w:rsid w:val="005F347E"/>
    <w:rsid w:val="00603D09"/>
    <w:rsid w:val="00606670"/>
    <w:rsid w:val="00617B6A"/>
    <w:rsid w:val="00632309"/>
    <w:rsid w:val="00644649"/>
    <w:rsid w:val="00656F36"/>
    <w:rsid w:val="00671EE9"/>
    <w:rsid w:val="00684146"/>
    <w:rsid w:val="006B17FF"/>
    <w:rsid w:val="006B35AE"/>
    <w:rsid w:val="006C67BC"/>
    <w:rsid w:val="006D1842"/>
    <w:rsid w:val="006E2E96"/>
    <w:rsid w:val="006F0337"/>
    <w:rsid w:val="007018B2"/>
    <w:rsid w:val="00702669"/>
    <w:rsid w:val="00711C86"/>
    <w:rsid w:val="00714D2D"/>
    <w:rsid w:val="00724AEF"/>
    <w:rsid w:val="00736BBB"/>
    <w:rsid w:val="007412AD"/>
    <w:rsid w:val="007616A7"/>
    <w:rsid w:val="00773686"/>
    <w:rsid w:val="007874C6"/>
    <w:rsid w:val="007879B2"/>
    <w:rsid w:val="007C2B88"/>
    <w:rsid w:val="007D4109"/>
    <w:rsid w:val="007D4828"/>
    <w:rsid w:val="007E3810"/>
    <w:rsid w:val="007E5999"/>
    <w:rsid w:val="007E5DDC"/>
    <w:rsid w:val="0080128E"/>
    <w:rsid w:val="0082136F"/>
    <w:rsid w:val="00821895"/>
    <w:rsid w:val="00825D70"/>
    <w:rsid w:val="0083608F"/>
    <w:rsid w:val="0085376D"/>
    <w:rsid w:val="008547C5"/>
    <w:rsid w:val="008627F6"/>
    <w:rsid w:val="008709B4"/>
    <w:rsid w:val="00873E0F"/>
    <w:rsid w:val="00885234"/>
    <w:rsid w:val="008943CC"/>
    <w:rsid w:val="00895BB9"/>
    <w:rsid w:val="008D2689"/>
    <w:rsid w:val="00906A86"/>
    <w:rsid w:val="00911C1E"/>
    <w:rsid w:val="009127DE"/>
    <w:rsid w:val="00915132"/>
    <w:rsid w:val="00960A49"/>
    <w:rsid w:val="0096296A"/>
    <w:rsid w:val="00974CE5"/>
    <w:rsid w:val="00992339"/>
    <w:rsid w:val="0099320C"/>
    <w:rsid w:val="009B69AC"/>
    <w:rsid w:val="009C2D8A"/>
    <w:rsid w:val="00A30143"/>
    <w:rsid w:val="00A4378E"/>
    <w:rsid w:val="00A461DC"/>
    <w:rsid w:val="00A64EF4"/>
    <w:rsid w:val="00A65EDA"/>
    <w:rsid w:val="00A973B6"/>
    <w:rsid w:val="00AC7705"/>
    <w:rsid w:val="00B1667E"/>
    <w:rsid w:val="00B340D5"/>
    <w:rsid w:val="00B42D37"/>
    <w:rsid w:val="00B56B04"/>
    <w:rsid w:val="00B85CD7"/>
    <w:rsid w:val="00B963B4"/>
    <w:rsid w:val="00BA3769"/>
    <w:rsid w:val="00BC5CE6"/>
    <w:rsid w:val="00BD0468"/>
    <w:rsid w:val="00BD0B29"/>
    <w:rsid w:val="00C13608"/>
    <w:rsid w:val="00C32FB0"/>
    <w:rsid w:val="00C356E9"/>
    <w:rsid w:val="00C438D3"/>
    <w:rsid w:val="00C75BCD"/>
    <w:rsid w:val="00C8379E"/>
    <w:rsid w:val="00C86120"/>
    <w:rsid w:val="00C913F2"/>
    <w:rsid w:val="00CA01D8"/>
    <w:rsid w:val="00CC119F"/>
    <w:rsid w:val="00CC745E"/>
    <w:rsid w:val="00CD326F"/>
    <w:rsid w:val="00CD4A2F"/>
    <w:rsid w:val="00CE7E0F"/>
    <w:rsid w:val="00CE7EA7"/>
    <w:rsid w:val="00D04003"/>
    <w:rsid w:val="00D1159F"/>
    <w:rsid w:val="00D22E9C"/>
    <w:rsid w:val="00D31825"/>
    <w:rsid w:val="00D37DD3"/>
    <w:rsid w:val="00D53751"/>
    <w:rsid w:val="00D75AF5"/>
    <w:rsid w:val="00D92C4A"/>
    <w:rsid w:val="00DF4E45"/>
    <w:rsid w:val="00E14C5D"/>
    <w:rsid w:val="00E47132"/>
    <w:rsid w:val="00E47D61"/>
    <w:rsid w:val="00E5235F"/>
    <w:rsid w:val="00E56FD8"/>
    <w:rsid w:val="00EA4BEA"/>
    <w:rsid w:val="00EB1E92"/>
    <w:rsid w:val="00EB2ADC"/>
    <w:rsid w:val="00ED4422"/>
    <w:rsid w:val="00ED6C49"/>
    <w:rsid w:val="00EE69AF"/>
    <w:rsid w:val="00EF0907"/>
    <w:rsid w:val="00F15A8E"/>
    <w:rsid w:val="00F24BB3"/>
    <w:rsid w:val="00F35741"/>
    <w:rsid w:val="00F6087F"/>
    <w:rsid w:val="00F8787D"/>
    <w:rsid w:val="00F96A09"/>
    <w:rsid w:val="00FD0A30"/>
    <w:rsid w:val="00FD771A"/>
    <w:rsid w:val="00FE7AF4"/>
    <w:rsid w:val="00FF3EDA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5F3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F347E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5F34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5F3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F347E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5F3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fwa_vorlage_Ae%20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mm_fwa_vorlage_Ae .dotx</Template>
  <TotalTime>0</TotalTime>
  <Pages>2</Pages>
  <Words>299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Forum Würth Arlesheim</vt:lpstr>
    </vt:vector>
  </TitlesOfParts>
  <Company>Wuerth-AG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Forum Würth Arlesheim</dc:title>
  <dc:creator>Appel Eva</dc:creator>
  <cp:lastModifiedBy>Appel Eva</cp:lastModifiedBy>
  <cp:revision>25</cp:revision>
  <cp:lastPrinted>2017-08-29T07:36:00Z</cp:lastPrinted>
  <dcterms:created xsi:type="dcterms:W3CDTF">2017-08-09T06:19:00Z</dcterms:created>
  <dcterms:modified xsi:type="dcterms:W3CDTF">2017-08-29T07:36:00Z</dcterms:modified>
</cp:coreProperties>
</file>