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FF42E0" w:rsidTr="007D4109">
        <w:trPr>
          <w:trHeight w:hRule="exact" w:val="2325"/>
        </w:trPr>
        <w:tc>
          <w:tcPr>
            <w:tcW w:w="4683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1800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Würth AG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Dornwydenweg 11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4144 Arlesheim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7D4109" w:rsidRPr="00FF42E0" w:rsidRDefault="007D4109" w:rsidP="007D4109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T +41 61 705 91 11</w:t>
            </w:r>
          </w:p>
          <w:p w:rsidR="007D4109" w:rsidRPr="00495865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F +41 61 705 9</w:t>
            </w:r>
            <w:r w:rsidR="006E24E6" w:rsidRPr="00495865">
              <w:rPr>
                <w:rFonts w:ascii="Arial" w:hAnsi="Arial"/>
                <w:lang w:val="en-GB"/>
              </w:rPr>
              <w:t>6 39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info@wuerth-ag.ch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www.wuerth-ag.ch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:rsidR="007D4109" w:rsidRPr="00FF42E0" w:rsidRDefault="007D4109" w:rsidP="00F008A4">
            <w:pPr>
              <w:pStyle w:val="Adressat"/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 xml:space="preserve">Arlesheim, </w:t>
            </w:r>
            <w:r w:rsidR="00D656B9">
              <w:rPr>
                <w:rFonts w:ascii="Arial" w:hAnsi="Arial"/>
              </w:rPr>
              <w:t>2</w:t>
            </w:r>
            <w:r w:rsidR="00F008A4">
              <w:rPr>
                <w:rFonts w:ascii="Arial" w:hAnsi="Arial"/>
              </w:rPr>
              <w:t>8</w:t>
            </w:r>
            <w:r w:rsidR="00D656B9">
              <w:rPr>
                <w:rFonts w:ascii="Arial" w:hAnsi="Arial"/>
              </w:rPr>
              <w:t>.03.2017</w:t>
            </w:r>
          </w:p>
        </w:tc>
      </w:tr>
    </w:tbl>
    <w:p w:rsidR="004B170A" w:rsidRPr="00FF42E0" w:rsidRDefault="009E2952" w:rsidP="006F0337">
      <w:pPr>
        <w:rPr>
          <w:rStyle w:val="strong2"/>
          <w:rFonts w:ascii="Arial" w:hAnsi="Arial"/>
          <w:b/>
          <w:sz w:val="28"/>
          <w:szCs w:val="28"/>
        </w:rPr>
      </w:pPr>
      <w:r>
        <w:rPr>
          <w:rStyle w:val="strong2"/>
          <w:rFonts w:ascii="Arial" w:hAnsi="Arial"/>
          <w:b/>
          <w:sz w:val="28"/>
          <w:szCs w:val="28"/>
        </w:rPr>
        <w:t xml:space="preserve">Fragen zu Europa: </w:t>
      </w:r>
      <w:r w:rsidR="00D12091">
        <w:rPr>
          <w:rStyle w:val="strong2"/>
          <w:rFonts w:ascii="Arial" w:hAnsi="Arial"/>
          <w:b/>
          <w:sz w:val="28"/>
          <w:szCs w:val="28"/>
        </w:rPr>
        <w:t>Podiumsgespräch mit Prof</w:t>
      </w:r>
      <w:r>
        <w:rPr>
          <w:rStyle w:val="strong2"/>
          <w:rFonts w:ascii="Arial" w:hAnsi="Arial"/>
          <w:b/>
          <w:sz w:val="28"/>
          <w:szCs w:val="28"/>
        </w:rPr>
        <w:t>. Reinhold Würth, Peter Bollag und Claus Detjen</w:t>
      </w:r>
    </w:p>
    <w:p w:rsidR="004B170A" w:rsidRPr="00FF42E0" w:rsidRDefault="004B170A" w:rsidP="006F0337">
      <w:pPr>
        <w:rPr>
          <w:rStyle w:val="strong2"/>
          <w:rFonts w:ascii="Arial" w:hAnsi="Arial"/>
        </w:rPr>
      </w:pPr>
    </w:p>
    <w:p w:rsidR="00C93FA2" w:rsidRPr="00C16B6D" w:rsidRDefault="00D12091" w:rsidP="006F0337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Der Unternehmer Reinhold Würth kennt sich aus in Europa, mit der Schweiz und in der ganzen Welt. Im Gespräch </w:t>
      </w:r>
      <w:r w:rsidRPr="00D12091">
        <w:rPr>
          <w:rFonts w:ascii="Arial" w:hAnsi="Arial"/>
          <w:b/>
        </w:rPr>
        <w:t>mit Claus Detjen, Verleger und Journalist mit Verbindung zu Arlesheim (BL), und Peter Bollag, SRF, gibt er Einblick</w:t>
      </w:r>
      <w:r>
        <w:rPr>
          <w:rFonts w:ascii="Arial" w:hAnsi="Arial"/>
          <w:b/>
        </w:rPr>
        <w:t xml:space="preserve"> in seine Ideen und Positionen zu Europa. Das öffentliche Podiumsgespräch findet am Donnerstag, 4. Mai 2017 um 19.00 Uhr im Forum Würth Arlesheim statt.</w:t>
      </w:r>
    </w:p>
    <w:p w:rsidR="004B170A" w:rsidRPr="00FF42E0" w:rsidRDefault="004B170A" w:rsidP="006F0337">
      <w:pPr>
        <w:rPr>
          <w:rFonts w:ascii="Arial" w:hAnsi="Arial"/>
        </w:rPr>
      </w:pPr>
    </w:p>
    <w:p w:rsidR="00AF4F6C" w:rsidRDefault="00F93E9D" w:rsidP="00137F40">
      <w:pPr>
        <w:rPr>
          <w:rFonts w:ascii="Arial" w:hAnsi="Arial"/>
        </w:rPr>
      </w:pPr>
      <w:r w:rsidRPr="00F93E9D">
        <w:rPr>
          <w:rFonts w:ascii="Arial" w:hAnsi="Arial"/>
          <w:lang w:val="en-GB"/>
        </w:rPr>
        <w:t xml:space="preserve">Prof. Dr. h. c. mult. </w:t>
      </w:r>
      <w:r w:rsidR="008A045A">
        <w:rPr>
          <w:rFonts w:ascii="Arial" w:hAnsi="Arial"/>
        </w:rPr>
        <w:t xml:space="preserve">Reinhold Würths Beziehungen zu Europa sind vielfältig. Der fast 82-Jährige hat die Entwicklung zur Europäischen Union als Zeitzeuge miterlebt. </w:t>
      </w:r>
      <w:r w:rsidR="00AF4F6C">
        <w:rPr>
          <w:rFonts w:ascii="Arial" w:hAnsi="Arial"/>
        </w:rPr>
        <w:t xml:space="preserve">Innerhalb dieser politischen Rahmenbedingungen hat der Kaufmann und Unternehmer </w:t>
      </w:r>
      <w:r w:rsidR="00AF4F6C" w:rsidRPr="00137F40">
        <w:rPr>
          <w:rFonts w:ascii="Arial" w:hAnsi="Arial"/>
        </w:rPr>
        <w:t>aus einem Zweimannbetrieb im deutsc</w:t>
      </w:r>
      <w:r w:rsidR="00D850F2">
        <w:rPr>
          <w:rFonts w:ascii="Arial" w:hAnsi="Arial"/>
        </w:rPr>
        <w:t xml:space="preserve">hen Künzelsau den Konzern Würth-Gruppe </w:t>
      </w:r>
      <w:r w:rsidR="00AF4F6C" w:rsidRPr="00137F40">
        <w:rPr>
          <w:rFonts w:ascii="Arial" w:hAnsi="Arial"/>
        </w:rPr>
        <w:t>mit weltweit 400 Gesellschaften in über 80 Ländern gemacht</w:t>
      </w:r>
      <w:bookmarkStart w:id="0" w:name="_GoBack"/>
      <w:bookmarkEnd w:id="0"/>
      <w:r w:rsidR="00AF4F6C">
        <w:rPr>
          <w:rFonts w:ascii="Arial" w:hAnsi="Arial"/>
        </w:rPr>
        <w:t>, 19 davon in der Schweiz.</w:t>
      </w:r>
    </w:p>
    <w:p w:rsidR="007C4D51" w:rsidRDefault="007C4D51" w:rsidP="00137F40">
      <w:pPr>
        <w:rPr>
          <w:rFonts w:ascii="Arial" w:hAnsi="Arial"/>
        </w:rPr>
      </w:pPr>
    </w:p>
    <w:p w:rsidR="00137F40" w:rsidRPr="00137F40" w:rsidRDefault="00A706D3" w:rsidP="00137F40">
      <w:pPr>
        <w:rPr>
          <w:rFonts w:ascii="Arial" w:hAnsi="Arial"/>
        </w:rPr>
      </w:pPr>
      <w:r>
        <w:rPr>
          <w:rFonts w:ascii="Arial" w:hAnsi="Arial"/>
        </w:rPr>
        <w:t>Europäisch ist a</w:t>
      </w:r>
      <w:r w:rsidR="00D850F2">
        <w:rPr>
          <w:rFonts w:ascii="Arial" w:hAnsi="Arial"/>
        </w:rPr>
        <w:t>uch die Kunstsammlung der Würth-Gruppe</w:t>
      </w:r>
      <w:r>
        <w:rPr>
          <w:rFonts w:ascii="Arial" w:hAnsi="Arial"/>
        </w:rPr>
        <w:t xml:space="preserve">. </w:t>
      </w:r>
      <w:r w:rsidR="00AF4F6C">
        <w:rPr>
          <w:rFonts w:ascii="Arial" w:hAnsi="Arial"/>
        </w:rPr>
        <w:t xml:space="preserve">Über 17‘000 Werke hat </w:t>
      </w:r>
      <w:r>
        <w:rPr>
          <w:rFonts w:ascii="Arial" w:hAnsi="Arial"/>
        </w:rPr>
        <w:t>der leidenschaftliche Sammler</w:t>
      </w:r>
      <w:r w:rsidR="00AE125B">
        <w:rPr>
          <w:rFonts w:ascii="Arial" w:hAnsi="Arial"/>
        </w:rPr>
        <w:t xml:space="preserve"> Reinhold Würth</w:t>
      </w:r>
      <w:r w:rsidR="00AF4F6C">
        <w:rPr>
          <w:rFonts w:ascii="Arial" w:hAnsi="Arial"/>
        </w:rPr>
        <w:t xml:space="preserve"> zu einer der</w:t>
      </w:r>
      <w:r w:rsidR="00137F40" w:rsidRPr="00137F40">
        <w:rPr>
          <w:rFonts w:ascii="Arial" w:hAnsi="Arial"/>
        </w:rPr>
        <w:t xml:space="preserve"> grössten privaten Kunstsammlungen Europas</w:t>
      </w:r>
      <w:r w:rsidR="00AF4F6C">
        <w:rPr>
          <w:rFonts w:ascii="Arial" w:hAnsi="Arial"/>
        </w:rPr>
        <w:t xml:space="preserve"> zusammengetragen</w:t>
      </w:r>
      <w:r w:rsidR="00137F40" w:rsidRPr="00137F40">
        <w:rPr>
          <w:rFonts w:ascii="Arial" w:hAnsi="Arial"/>
        </w:rPr>
        <w:t xml:space="preserve">. </w:t>
      </w:r>
      <w:r w:rsidR="00EA57F4">
        <w:rPr>
          <w:rFonts w:ascii="Arial" w:hAnsi="Arial"/>
        </w:rPr>
        <w:t>Ihre Werke werden</w:t>
      </w:r>
      <w:r w:rsidR="00137F40" w:rsidRPr="00137F40">
        <w:rPr>
          <w:rFonts w:ascii="Arial" w:hAnsi="Arial"/>
        </w:rPr>
        <w:t xml:space="preserve"> in wechselnden Ausstellungen an 15 Spielstätten zwischen Oslo und Capena, zwischen La R</w:t>
      </w:r>
      <w:r w:rsidR="008A045A">
        <w:rPr>
          <w:rFonts w:ascii="Arial" w:hAnsi="Arial"/>
        </w:rPr>
        <w:t>ioja und Böheimkirchen gezeigt</w:t>
      </w:r>
      <w:r w:rsidR="00AF4F6C">
        <w:rPr>
          <w:rFonts w:ascii="Arial" w:hAnsi="Arial"/>
        </w:rPr>
        <w:t>, in der Schweiz</w:t>
      </w:r>
      <w:r w:rsidR="00EA57F4">
        <w:rPr>
          <w:rFonts w:ascii="Arial" w:hAnsi="Arial"/>
        </w:rPr>
        <w:t xml:space="preserve"> in Arlesheim, Chur und Rorschach</w:t>
      </w:r>
      <w:r w:rsidR="008A045A">
        <w:rPr>
          <w:rFonts w:ascii="Arial" w:hAnsi="Arial"/>
        </w:rPr>
        <w:t>.</w:t>
      </w:r>
    </w:p>
    <w:p w:rsidR="00137F40" w:rsidRPr="00137F40" w:rsidRDefault="00137F40" w:rsidP="00137F40">
      <w:pPr>
        <w:rPr>
          <w:rFonts w:ascii="Arial" w:hAnsi="Arial"/>
        </w:rPr>
      </w:pPr>
    </w:p>
    <w:p w:rsidR="00AF6BF8" w:rsidRDefault="000573F3" w:rsidP="00137F40">
      <w:pPr>
        <w:rPr>
          <w:rFonts w:ascii="Arial" w:hAnsi="Arial"/>
        </w:rPr>
      </w:pPr>
      <w:r>
        <w:rPr>
          <w:rFonts w:ascii="Arial" w:hAnsi="Arial"/>
        </w:rPr>
        <w:t xml:space="preserve">Im Forum Würth Arlesheim wird sich </w:t>
      </w:r>
      <w:r w:rsidR="00137F40" w:rsidRPr="00137F40">
        <w:rPr>
          <w:rFonts w:ascii="Arial" w:hAnsi="Arial"/>
        </w:rPr>
        <w:t xml:space="preserve">Reinhold Würth </w:t>
      </w:r>
      <w:r>
        <w:rPr>
          <w:rFonts w:ascii="Arial" w:hAnsi="Arial"/>
        </w:rPr>
        <w:t>mit dem</w:t>
      </w:r>
      <w:r w:rsidR="00137F40" w:rsidRPr="00137F40">
        <w:rPr>
          <w:rFonts w:ascii="Arial" w:hAnsi="Arial"/>
        </w:rPr>
        <w:t xml:space="preserve"> zeitweise in Arlesheim (BL) aufgewachsene</w:t>
      </w:r>
      <w:r w:rsidR="00CF1022">
        <w:rPr>
          <w:rFonts w:ascii="Arial" w:hAnsi="Arial"/>
        </w:rPr>
        <w:t>n</w:t>
      </w:r>
      <w:r w:rsidR="00137F40" w:rsidRPr="00137F40">
        <w:rPr>
          <w:rFonts w:ascii="Arial" w:hAnsi="Arial"/>
        </w:rPr>
        <w:t xml:space="preserve"> Journalist</w:t>
      </w:r>
      <w:r>
        <w:rPr>
          <w:rFonts w:ascii="Arial" w:hAnsi="Arial"/>
        </w:rPr>
        <w:t>en</w:t>
      </w:r>
      <w:r w:rsidR="00137F40" w:rsidRPr="00137F40">
        <w:rPr>
          <w:rFonts w:ascii="Arial" w:hAnsi="Arial"/>
        </w:rPr>
        <w:t xml:space="preserve"> und Verleger Claus Detjen </w:t>
      </w:r>
      <w:r>
        <w:rPr>
          <w:rFonts w:ascii="Arial" w:hAnsi="Arial"/>
        </w:rPr>
        <w:t xml:space="preserve">unterhalten. </w:t>
      </w:r>
      <w:r w:rsidR="00137F40" w:rsidRPr="00137F40">
        <w:rPr>
          <w:rFonts w:ascii="Arial" w:hAnsi="Arial"/>
        </w:rPr>
        <w:t>Peter Bollag wird das Gespräch moderieren. Er ist Senderedaktor SRF Regionaldirektion Basel.</w:t>
      </w:r>
    </w:p>
    <w:p w:rsidR="000573F3" w:rsidRDefault="000573F3" w:rsidP="00137F40">
      <w:pPr>
        <w:rPr>
          <w:rFonts w:ascii="Arial" w:hAnsi="Arial"/>
        </w:rPr>
      </w:pPr>
    </w:p>
    <w:p w:rsidR="000573F3" w:rsidRPr="00FF42E0" w:rsidRDefault="000573F3" w:rsidP="00137F40">
      <w:pPr>
        <w:rPr>
          <w:rFonts w:ascii="Arial" w:hAnsi="Arial"/>
        </w:rPr>
      </w:pPr>
      <w:r>
        <w:rPr>
          <w:rFonts w:ascii="Arial" w:hAnsi="Arial"/>
        </w:rPr>
        <w:t>Da die Platzzahl beschränkt ist, ist eine Anmeldung erforderlich per E-Mail an arlesheim@forum-wuerth.ch oder telefonisch unter +41 61 705 95 95. Der Eintritt ist frei.</w:t>
      </w:r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</w:rPr>
      </w:pPr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  <w:b/>
        </w:rPr>
      </w:pPr>
      <w:r w:rsidRPr="00FF42E0">
        <w:rPr>
          <w:rFonts w:ascii="Arial" w:hAnsi="Arial" w:cs="Arial"/>
          <w:b/>
        </w:rPr>
        <w:t>Bildmaterial und -legende</w:t>
      </w:r>
    </w:p>
    <w:p w:rsidR="00A875AF" w:rsidRPr="00FF42E0" w:rsidRDefault="00A875AF" w:rsidP="00F17A1C">
      <w:pPr>
        <w:pStyle w:val="Default"/>
        <w:spacing w:line="360" w:lineRule="auto"/>
        <w:rPr>
          <w:rFonts w:ascii="Arial" w:hAnsi="Arial" w:cs="Arial"/>
          <w:i/>
        </w:rPr>
      </w:pPr>
      <w:r w:rsidRPr="00A875AF">
        <w:rPr>
          <w:rFonts w:ascii="Arial" w:hAnsi="Arial" w:cs="Arial"/>
          <w:i/>
        </w:rPr>
        <w:t>Reinhold_Wuerth-1</w:t>
      </w:r>
      <w:r>
        <w:rPr>
          <w:rFonts w:ascii="Arial" w:hAnsi="Arial" w:cs="Arial"/>
          <w:i/>
        </w:rPr>
        <w:t>.jpg, Reinhold_Wuerth-2.jpg</w:t>
      </w:r>
    </w:p>
    <w:p w:rsidR="00F17A1C" w:rsidRPr="00FF42E0" w:rsidRDefault="000573F3" w:rsidP="00F17A1C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Reinhold Würth, Unternehmer und Kunstsammler mit vielfältigen Bezieh</w:t>
      </w:r>
      <w:r w:rsidR="00536D0A">
        <w:rPr>
          <w:rFonts w:ascii="Arial" w:hAnsi="Arial" w:cs="Arial"/>
        </w:rPr>
        <w:t>ungen zu Europa und zur Schweiz</w:t>
      </w:r>
      <w:r>
        <w:rPr>
          <w:rFonts w:ascii="Arial" w:hAnsi="Arial" w:cs="Arial"/>
        </w:rPr>
        <w:t xml:space="preserve"> </w:t>
      </w:r>
    </w:p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lastRenderedPageBreak/>
        <w:t>Würth AG</w:t>
      </w:r>
      <w:r w:rsidR="000F60C6" w:rsidRPr="00FF42E0">
        <w:rPr>
          <w:rFonts w:ascii="Arial" w:hAnsi="Arial"/>
          <w:b/>
        </w:rPr>
        <w:t xml:space="preserve"> Schweiz</w:t>
      </w:r>
    </w:p>
    <w:p w:rsidR="00821895" w:rsidRPr="00FF42E0" w:rsidRDefault="000D2303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0D2303">
        <w:rPr>
          <w:rStyle w:val="Seitenzahl"/>
          <w:rFonts w:ascii="Arial" w:hAnsi="Arial"/>
        </w:rPr>
        <w:t>Würth AG Schweiz mit Sitz in Arlesheim (BL) beliefert Profi-Handwerker aller Branchen mit Befestigungs- und Montagematerial. Das Verkaufsprogramm umfasst über 100'000 Teile und Abmessungen: Schrauben, -zubehör, Dübel, chemisch-technische Produkte, Möbel- und Baubeschläge, Werkzeuge, Maschinen, Installationsmaterial, Arbeitsschutz, Fahrzeugeinrichtungen und Lagermanagement. Das Unternehmen wurde 1962 gegründet und beschäftigt rund 6</w:t>
      </w:r>
      <w:r w:rsidR="009E2952">
        <w:rPr>
          <w:rStyle w:val="Seitenzahl"/>
          <w:rFonts w:ascii="Arial" w:hAnsi="Arial"/>
        </w:rPr>
        <w:t>00</w:t>
      </w:r>
      <w:r w:rsidRPr="000D2303">
        <w:rPr>
          <w:rStyle w:val="Seitenzahl"/>
          <w:rFonts w:ascii="Arial" w:hAnsi="Arial"/>
        </w:rPr>
        <w:t xml:space="preserve"> Mitarbeitende. Würth AG Schweiz gehört zu</w:t>
      </w:r>
      <w:r>
        <w:rPr>
          <w:rStyle w:val="Seitenzahl"/>
          <w:rFonts w:ascii="Arial" w:hAnsi="Arial"/>
        </w:rPr>
        <w:t>r weltweit tätigen Würth-Gruppe</w:t>
      </w:r>
      <w:r w:rsidR="00821895" w:rsidRPr="00FF42E0">
        <w:rPr>
          <w:rStyle w:val="Seitenzahl"/>
          <w:rFonts w:ascii="Arial" w:hAnsi="Arial"/>
        </w:rPr>
        <w:t>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Hinweis</w:t>
      </w:r>
    </w:p>
    <w:p w:rsidR="00821895" w:rsidRPr="00FF42E0" w:rsidRDefault="00821895" w:rsidP="00133DE6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FF42E0">
        <w:rPr>
          <w:rStyle w:val="Seitenzahl"/>
          <w:rFonts w:ascii="Arial" w:hAnsi="Arial"/>
        </w:rPr>
        <w:t>Pressetext und Bildmaterial stehen</w:t>
      </w:r>
      <w:r w:rsidR="00133DE6" w:rsidRPr="00FF42E0">
        <w:rPr>
          <w:rStyle w:val="Seitenzahl"/>
          <w:rFonts w:ascii="Arial" w:hAnsi="Arial"/>
        </w:rPr>
        <w:t xml:space="preserve"> zum Download bereit</w:t>
      </w:r>
      <w:r w:rsidR="00BA06FF" w:rsidRPr="00FF42E0">
        <w:rPr>
          <w:rStyle w:val="Seitenzahl"/>
          <w:rFonts w:ascii="Arial" w:hAnsi="Arial"/>
        </w:rPr>
        <w:t xml:space="preserve">: </w:t>
      </w:r>
      <w:r w:rsidR="0046267A">
        <w:rPr>
          <w:rStyle w:val="Seitenzahl"/>
          <w:rFonts w:ascii="Arial" w:hAnsi="Arial"/>
        </w:rPr>
        <w:t>www.wuerth-ag.ch/medien.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Kontakt</w:t>
      </w:r>
    </w:p>
    <w:p w:rsidR="007D4109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FF42E0">
        <w:rPr>
          <w:rStyle w:val="Seitenzahl"/>
          <w:rFonts w:ascii="Arial" w:hAnsi="Arial"/>
        </w:rPr>
        <w:t>Thomas Schwager</w:t>
      </w:r>
    </w:p>
    <w:p w:rsidR="00821895" w:rsidRPr="00FF42E0" w:rsidRDefault="00AC4B38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T +41 61 705 91 17</w:t>
      </w:r>
      <w:r w:rsidR="007D4109" w:rsidRPr="00FF42E0">
        <w:rPr>
          <w:rStyle w:val="Seitenzahl"/>
          <w:rFonts w:ascii="Arial" w:hAnsi="Arial"/>
        </w:rPr>
        <w:t xml:space="preserve">, </w:t>
      </w:r>
      <w:r w:rsidR="00821895" w:rsidRPr="00FF42E0">
        <w:rPr>
          <w:rStyle w:val="Seitenzahl"/>
          <w:rFonts w:ascii="Arial" w:hAnsi="Arial"/>
        </w:rPr>
        <w:t>thomas.schwager@wuerth-ag.ch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7D4109" w:rsidRPr="00495865" w:rsidRDefault="00B90842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fr-CH"/>
        </w:rPr>
      </w:pPr>
      <w:r>
        <w:rPr>
          <w:rStyle w:val="Seitenzahl"/>
          <w:rFonts w:ascii="Arial" w:hAnsi="Arial"/>
          <w:lang w:val="fr-CH"/>
        </w:rPr>
        <w:t>Eva Appel</w:t>
      </w:r>
    </w:p>
    <w:p w:rsidR="001300E4" w:rsidRPr="00495865" w:rsidRDefault="00821895" w:rsidP="00CC119F">
      <w:pPr>
        <w:pStyle w:val="Boilerplate"/>
        <w:tabs>
          <w:tab w:val="clear" w:pos="4536"/>
          <w:tab w:val="clear" w:pos="9072"/>
        </w:tabs>
        <w:rPr>
          <w:rFonts w:ascii="Arial" w:hAnsi="Arial"/>
          <w:lang w:val="fr-CH"/>
        </w:rPr>
      </w:pPr>
      <w:r w:rsidRPr="00495865">
        <w:rPr>
          <w:rStyle w:val="Seitenzahl"/>
          <w:rFonts w:ascii="Arial" w:hAnsi="Arial"/>
          <w:lang w:val="fr-CH"/>
        </w:rPr>
        <w:t xml:space="preserve">T +41 61 705 </w:t>
      </w:r>
      <w:r w:rsidR="002C7F27">
        <w:rPr>
          <w:rStyle w:val="Seitenzahl"/>
          <w:rFonts w:ascii="Arial" w:hAnsi="Arial"/>
          <w:lang w:val="fr-CH"/>
        </w:rPr>
        <w:t>98 33</w:t>
      </w:r>
      <w:r w:rsidR="007D4109" w:rsidRPr="00495865">
        <w:rPr>
          <w:rStyle w:val="Seitenzahl"/>
          <w:rFonts w:ascii="Arial" w:hAnsi="Arial"/>
          <w:lang w:val="fr-CH"/>
        </w:rPr>
        <w:t xml:space="preserve">, </w:t>
      </w:r>
      <w:r w:rsidR="00B90842">
        <w:rPr>
          <w:rStyle w:val="Seitenzahl"/>
          <w:rFonts w:ascii="Arial" w:hAnsi="Arial"/>
          <w:lang w:val="fr-CH"/>
        </w:rPr>
        <w:t>eva.appel</w:t>
      </w:r>
      <w:r w:rsidRPr="00495865">
        <w:rPr>
          <w:rStyle w:val="Seitenzahl"/>
          <w:rFonts w:ascii="Arial" w:hAnsi="Arial"/>
          <w:lang w:val="fr-CH"/>
        </w:rPr>
        <w:t>@wuerth-ag.ch</w:t>
      </w:r>
    </w:p>
    <w:sectPr w:rsidR="001300E4" w:rsidRPr="00495865" w:rsidSect="007D481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835" w:right="4196" w:bottom="2495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17D" w:rsidRDefault="00DA717D">
      <w:r>
        <w:separator/>
      </w:r>
    </w:p>
    <w:p w:rsidR="00DA717D" w:rsidRDefault="00DA717D"/>
  </w:endnote>
  <w:endnote w:type="continuationSeparator" w:id="0">
    <w:p w:rsidR="00DA717D" w:rsidRDefault="00DA717D">
      <w:r>
        <w:continuationSeparator/>
      </w:r>
    </w:p>
    <w:p w:rsidR="00DA717D" w:rsidRDefault="00DA71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1D8" w:rsidRPr="00106641" w:rsidRDefault="00CA01D8">
    <w:pPr>
      <w:pStyle w:val="Fuzeile"/>
      <w:rPr>
        <w:rFonts w:ascii="Arial" w:hAnsi="Arial"/>
      </w:rPr>
    </w:pPr>
    <w:r w:rsidRPr="00FF42E0">
      <w:rPr>
        <w:rFonts w:ascii="Arial" w:hAnsi="Arial"/>
      </w:rPr>
      <w:t xml:space="preserve">Seite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536D0A">
      <w:rPr>
        <w:rFonts w:ascii="Arial" w:hAnsi="Arial"/>
        <w:noProof/>
      </w:rPr>
      <w:t>2</w:t>
    </w:r>
    <w:r w:rsidRPr="00FF42E0">
      <w:rPr>
        <w:rFonts w:ascii="Arial" w:hAnsi="Arial"/>
      </w:rPr>
      <w:fldChar w:fldCharType="end"/>
    </w:r>
    <w:r w:rsidRPr="00FF42E0">
      <w:rPr>
        <w:rFonts w:ascii="Arial" w:hAnsi="Arial"/>
      </w:rPr>
      <w:t xml:space="preserve"> von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536D0A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1D8" w:rsidRPr="00DD7FE8" w:rsidRDefault="00821895" w:rsidP="00FF3EDA">
    <w:pPr>
      <w:spacing w:line="220" w:lineRule="exact"/>
      <w:rPr>
        <w:rFonts w:ascii="Arial" w:hAnsi="Arial"/>
        <w:sz w:val="16"/>
      </w:rPr>
    </w:pPr>
    <w:r w:rsidRPr="00FF42E0">
      <w:rPr>
        <w:rStyle w:val="Seitenzahl"/>
        <w:rFonts w:ascii="Arial" w:hAnsi="Arial"/>
      </w:rPr>
      <w:t xml:space="preserve">Seite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773E0F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 w:rsidRPr="00FF42E0">
      <w:rPr>
        <w:rStyle w:val="Seitenzahl"/>
        <w:rFonts w:ascii="Arial" w:hAnsi="Arial"/>
      </w:rPr>
      <w:t xml:space="preserve"> von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773E0F">
      <w:rPr>
        <w:rStyle w:val="Seitenzahl"/>
        <w:rFonts w:ascii="Arial" w:hAnsi="Arial"/>
        <w:noProof/>
      </w:rPr>
      <w:t>3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17D" w:rsidRDefault="00DA717D">
      <w:r>
        <w:separator/>
      </w:r>
    </w:p>
    <w:p w:rsidR="00DA717D" w:rsidRDefault="00DA717D"/>
  </w:footnote>
  <w:footnote w:type="continuationSeparator" w:id="0">
    <w:p w:rsidR="00DA717D" w:rsidRDefault="00DA717D">
      <w:r>
        <w:continuationSeparator/>
      </w:r>
    </w:p>
    <w:p w:rsidR="00DA717D" w:rsidRDefault="00DA717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</w:rPr>
      <w:drawing>
        <wp:anchor distT="0" distB="0" distL="114300" distR="114300" simplePos="0" relativeHeight="251658240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2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</w:rPr>
      <w:drawing>
        <wp:anchor distT="0" distB="0" distL="114300" distR="114300" simplePos="0" relativeHeight="251657216" behindDoc="0" locked="1" layoutInCell="0" allowOverlap="0" wp14:anchorId="4DBC85E9" wp14:editId="546A2478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 w:rsidP="008D2689">
    <w:pPr>
      <w:pStyle w:val="Kopfzeile"/>
      <w:rPr>
        <w:rFonts w:ascii="Arial" w:hAnsi="Arial"/>
        <w:b/>
      </w:rPr>
    </w:pPr>
    <w:r w:rsidRPr="00FF42E0">
      <w:rPr>
        <w:rFonts w:ascii="Arial" w:hAnsi="Arial"/>
        <w:b/>
      </w:rPr>
      <w:t>MEDIENMITTEILUNG</w:t>
    </w:r>
  </w:p>
  <w:p w:rsidR="00CA01D8" w:rsidRPr="00DD7FE8" w:rsidRDefault="00CA01D8">
    <w:pPr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17D"/>
    <w:rsid w:val="000573F3"/>
    <w:rsid w:val="000817C6"/>
    <w:rsid w:val="000C06D8"/>
    <w:rsid w:val="000D2303"/>
    <w:rsid w:val="000F60C6"/>
    <w:rsid w:val="00106641"/>
    <w:rsid w:val="00110BD2"/>
    <w:rsid w:val="00112D15"/>
    <w:rsid w:val="001300E4"/>
    <w:rsid w:val="00133DE6"/>
    <w:rsid w:val="00135162"/>
    <w:rsid w:val="00137F40"/>
    <w:rsid w:val="001402FB"/>
    <w:rsid w:val="001470C7"/>
    <w:rsid w:val="00153AC6"/>
    <w:rsid w:val="001608C9"/>
    <w:rsid w:val="00172558"/>
    <w:rsid w:val="001857CD"/>
    <w:rsid w:val="001F45E3"/>
    <w:rsid w:val="001F68E0"/>
    <w:rsid w:val="002007F7"/>
    <w:rsid w:val="00222753"/>
    <w:rsid w:val="00224B07"/>
    <w:rsid w:val="00232CB5"/>
    <w:rsid w:val="0023748A"/>
    <w:rsid w:val="002B3155"/>
    <w:rsid w:val="002C7F27"/>
    <w:rsid w:val="00304D0B"/>
    <w:rsid w:val="00342C0F"/>
    <w:rsid w:val="0037768B"/>
    <w:rsid w:val="00382015"/>
    <w:rsid w:val="00384311"/>
    <w:rsid w:val="003948A4"/>
    <w:rsid w:val="003C42E6"/>
    <w:rsid w:val="004123F3"/>
    <w:rsid w:val="00422CED"/>
    <w:rsid w:val="0046267A"/>
    <w:rsid w:val="00470676"/>
    <w:rsid w:val="00495865"/>
    <w:rsid w:val="00495901"/>
    <w:rsid w:val="0049708E"/>
    <w:rsid w:val="004B170A"/>
    <w:rsid w:val="004C6FEF"/>
    <w:rsid w:val="004D169D"/>
    <w:rsid w:val="004D49C0"/>
    <w:rsid w:val="004E1589"/>
    <w:rsid w:val="00505D9C"/>
    <w:rsid w:val="00517537"/>
    <w:rsid w:val="00523054"/>
    <w:rsid w:val="00536D0A"/>
    <w:rsid w:val="00542125"/>
    <w:rsid w:val="00544716"/>
    <w:rsid w:val="00556BC7"/>
    <w:rsid w:val="00560299"/>
    <w:rsid w:val="00583756"/>
    <w:rsid w:val="00591DB0"/>
    <w:rsid w:val="005C30AF"/>
    <w:rsid w:val="005C44C4"/>
    <w:rsid w:val="005D04BB"/>
    <w:rsid w:val="005F25E9"/>
    <w:rsid w:val="00603D09"/>
    <w:rsid w:val="00644649"/>
    <w:rsid w:val="006716B3"/>
    <w:rsid w:val="00671EE9"/>
    <w:rsid w:val="006D1842"/>
    <w:rsid w:val="006E24E6"/>
    <w:rsid w:val="006F0337"/>
    <w:rsid w:val="00714D2D"/>
    <w:rsid w:val="007153D1"/>
    <w:rsid w:val="00722507"/>
    <w:rsid w:val="007632C1"/>
    <w:rsid w:val="00773E0F"/>
    <w:rsid w:val="007B20F7"/>
    <w:rsid w:val="007B39CE"/>
    <w:rsid w:val="007B52F2"/>
    <w:rsid w:val="007C20B2"/>
    <w:rsid w:val="007C4D51"/>
    <w:rsid w:val="007D4109"/>
    <w:rsid w:val="007D4815"/>
    <w:rsid w:val="00821895"/>
    <w:rsid w:val="00825D70"/>
    <w:rsid w:val="008709B4"/>
    <w:rsid w:val="00881DE4"/>
    <w:rsid w:val="0088364B"/>
    <w:rsid w:val="00885234"/>
    <w:rsid w:val="008A045A"/>
    <w:rsid w:val="008D2689"/>
    <w:rsid w:val="0092510F"/>
    <w:rsid w:val="009426D5"/>
    <w:rsid w:val="00990878"/>
    <w:rsid w:val="009A492E"/>
    <w:rsid w:val="009A7071"/>
    <w:rsid w:val="009B1676"/>
    <w:rsid w:val="009B69AC"/>
    <w:rsid w:val="009E2952"/>
    <w:rsid w:val="00A049F4"/>
    <w:rsid w:val="00A0553B"/>
    <w:rsid w:val="00A26D46"/>
    <w:rsid w:val="00A30AC6"/>
    <w:rsid w:val="00A65EDA"/>
    <w:rsid w:val="00A706D3"/>
    <w:rsid w:val="00A875AF"/>
    <w:rsid w:val="00A973B6"/>
    <w:rsid w:val="00A973F9"/>
    <w:rsid w:val="00AB1079"/>
    <w:rsid w:val="00AC4B38"/>
    <w:rsid w:val="00AE125B"/>
    <w:rsid w:val="00AE1AC9"/>
    <w:rsid w:val="00AF4F6C"/>
    <w:rsid w:val="00AF6BF8"/>
    <w:rsid w:val="00B42D37"/>
    <w:rsid w:val="00B4505C"/>
    <w:rsid w:val="00B56B04"/>
    <w:rsid w:val="00B85CD7"/>
    <w:rsid w:val="00B90842"/>
    <w:rsid w:val="00B963B4"/>
    <w:rsid w:val="00BA06FF"/>
    <w:rsid w:val="00BA3769"/>
    <w:rsid w:val="00BC2430"/>
    <w:rsid w:val="00BD0B29"/>
    <w:rsid w:val="00C16B6D"/>
    <w:rsid w:val="00C23A0B"/>
    <w:rsid w:val="00C356E9"/>
    <w:rsid w:val="00C93FA2"/>
    <w:rsid w:val="00C95600"/>
    <w:rsid w:val="00CA01D8"/>
    <w:rsid w:val="00CB56A5"/>
    <w:rsid w:val="00CC119F"/>
    <w:rsid w:val="00CD0128"/>
    <w:rsid w:val="00CD326F"/>
    <w:rsid w:val="00CD48BE"/>
    <w:rsid w:val="00CD7D24"/>
    <w:rsid w:val="00CE7DDE"/>
    <w:rsid w:val="00CF1022"/>
    <w:rsid w:val="00CF1CC4"/>
    <w:rsid w:val="00D1159F"/>
    <w:rsid w:val="00D12091"/>
    <w:rsid w:val="00D31825"/>
    <w:rsid w:val="00D43D42"/>
    <w:rsid w:val="00D53751"/>
    <w:rsid w:val="00D656B9"/>
    <w:rsid w:val="00D76645"/>
    <w:rsid w:val="00D850F2"/>
    <w:rsid w:val="00D9150A"/>
    <w:rsid w:val="00DA717D"/>
    <w:rsid w:val="00DD7FE8"/>
    <w:rsid w:val="00DF4E45"/>
    <w:rsid w:val="00E45804"/>
    <w:rsid w:val="00E47D61"/>
    <w:rsid w:val="00E5235F"/>
    <w:rsid w:val="00E56FD8"/>
    <w:rsid w:val="00EA4BEA"/>
    <w:rsid w:val="00EA57F4"/>
    <w:rsid w:val="00EB0B9F"/>
    <w:rsid w:val="00EC7FC6"/>
    <w:rsid w:val="00ED131D"/>
    <w:rsid w:val="00EF0907"/>
    <w:rsid w:val="00F008A4"/>
    <w:rsid w:val="00F17A1C"/>
    <w:rsid w:val="00F24BB3"/>
    <w:rsid w:val="00F5522E"/>
    <w:rsid w:val="00F57C18"/>
    <w:rsid w:val="00F64A55"/>
    <w:rsid w:val="00F66200"/>
    <w:rsid w:val="00F93E9D"/>
    <w:rsid w:val="00FD0A30"/>
    <w:rsid w:val="00FD5564"/>
    <w:rsid w:val="00FE724E"/>
    <w:rsid w:val="00FE7AF4"/>
    <w:rsid w:val="00FF3EDA"/>
    <w:rsid w:val="00FF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a.appel\Desktop\mm_wuerth-ag_vorlage_A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mm_wuerth-ag_vorlage_Ae.dotx</Template>
  <TotalTime>0</TotalTime>
  <Pages>3</Pages>
  <Words>367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Wuerth-AG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 Eva</dc:creator>
  <cp:lastModifiedBy>Appel Eva</cp:lastModifiedBy>
  <cp:revision>22</cp:revision>
  <cp:lastPrinted>2012-07-30T07:58:00Z</cp:lastPrinted>
  <dcterms:created xsi:type="dcterms:W3CDTF">2017-03-22T14:30:00Z</dcterms:created>
  <dcterms:modified xsi:type="dcterms:W3CDTF">2017-03-28T11:10:00Z</dcterms:modified>
</cp:coreProperties>
</file>