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CellMar>
          <w:left w:w="0" w:type="dxa"/>
          <w:right w:w="0" w:type="dxa"/>
        </w:tblCellMar>
        <w:tblLook w:val="01E0" w:firstRow="1" w:lastRow="1" w:firstColumn="1" w:lastColumn="1" w:noHBand="0" w:noVBand="0"/>
      </w:tblPr>
      <w:tblGrid>
        <w:gridCol w:w="4683"/>
        <w:gridCol w:w="2092"/>
        <w:gridCol w:w="3148"/>
      </w:tblGrid>
      <w:tr w:rsidR="007D4109" w:rsidRPr="00C75BCD" w:rsidTr="00D22E9C">
        <w:trPr>
          <w:trHeight w:hRule="exact" w:val="2325"/>
        </w:trPr>
        <w:tc>
          <w:tcPr>
            <w:tcW w:w="4683" w:type="dxa"/>
          </w:tcPr>
          <w:p w:rsidR="007D4109" w:rsidRPr="00C75BCD" w:rsidRDefault="007D4109" w:rsidP="007D4109">
            <w:pPr>
              <w:pStyle w:val="Adressat"/>
              <w:rPr>
                <w:rFonts w:ascii="Arial" w:hAnsi="Arial"/>
              </w:rPr>
            </w:pPr>
            <w:bookmarkStart w:id="0" w:name="_GoBack"/>
            <w:bookmarkEnd w:id="0"/>
          </w:p>
        </w:tc>
        <w:tc>
          <w:tcPr>
            <w:tcW w:w="2092" w:type="dxa"/>
          </w:tcPr>
          <w:p w:rsidR="007D4109" w:rsidRPr="00C75BCD" w:rsidRDefault="007D4109" w:rsidP="007D4109">
            <w:pPr>
              <w:pStyle w:val="Adressat"/>
              <w:rPr>
                <w:rFonts w:ascii="Arial" w:hAnsi="Arial"/>
              </w:rPr>
            </w:pPr>
          </w:p>
        </w:tc>
        <w:tc>
          <w:tcPr>
            <w:tcW w:w="3148" w:type="dxa"/>
          </w:tcPr>
          <w:p w:rsidR="007D4109" w:rsidRPr="00C75BCD" w:rsidRDefault="00C13608" w:rsidP="00C13608">
            <w:pPr>
              <w:pStyle w:val="Fuzeile"/>
              <w:tabs>
                <w:tab w:val="clear" w:pos="4536"/>
                <w:tab w:val="clear" w:pos="9072"/>
              </w:tabs>
              <w:rPr>
                <w:rFonts w:ascii="Arial" w:hAnsi="Arial"/>
              </w:rPr>
            </w:pPr>
            <w:r w:rsidRPr="00C75BCD">
              <w:rPr>
                <w:rFonts w:ascii="Arial" w:hAnsi="Arial"/>
              </w:rPr>
              <w:t>Forum Würth Arlesheim</w:t>
            </w:r>
          </w:p>
          <w:p w:rsidR="007D4109" w:rsidRPr="00C75BCD" w:rsidRDefault="007D4109" w:rsidP="008709B4">
            <w:pPr>
              <w:pStyle w:val="Fuzeile"/>
              <w:tabs>
                <w:tab w:val="clear" w:pos="4536"/>
                <w:tab w:val="clear" w:pos="9072"/>
              </w:tabs>
              <w:rPr>
                <w:rFonts w:ascii="Arial" w:hAnsi="Arial"/>
              </w:rPr>
            </w:pPr>
            <w:r w:rsidRPr="00C75BCD">
              <w:rPr>
                <w:rFonts w:ascii="Arial" w:hAnsi="Arial"/>
              </w:rPr>
              <w:t>Dornwydenweg 11</w:t>
            </w:r>
          </w:p>
          <w:p w:rsidR="007D4109" w:rsidRPr="00C75BCD" w:rsidRDefault="007D4109" w:rsidP="008709B4">
            <w:pPr>
              <w:pStyle w:val="Fuzeile"/>
              <w:tabs>
                <w:tab w:val="clear" w:pos="4536"/>
                <w:tab w:val="clear" w:pos="9072"/>
              </w:tabs>
              <w:rPr>
                <w:rFonts w:ascii="Arial" w:hAnsi="Arial"/>
              </w:rPr>
            </w:pPr>
            <w:r w:rsidRPr="00C75BCD">
              <w:rPr>
                <w:rFonts w:ascii="Arial" w:hAnsi="Arial"/>
              </w:rPr>
              <w:t>4144 Arlesheim</w:t>
            </w:r>
          </w:p>
          <w:p w:rsidR="007D4109" w:rsidRPr="00C75BCD" w:rsidRDefault="007D4109" w:rsidP="008709B4">
            <w:pPr>
              <w:pStyle w:val="Fuzeile"/>
              <w:tabs>
                <w:tab w:val="clear" w:pos="4536"/>
                <w:tab w:val="clear" w:pos="9072"/>
              </w:tabs>
              <w:rPr>
                <w:rFonts w:ascii="Arial" w:hAnsi="Arial"/>
              </w:rPr>
            </w:pPr>
          </w:p>
          <w:p w:rsidR="007D4109" w:rsidRPr="00C75BCD" w:rsidRDefault="007D4109" w:rsidP="00C13608">
            <w:pPr>
              <w:pStyle w:val="Fuzeile"/>
              <w:tabs>
                <w:tab w:val="clear" w:pos="4536"/>
                <w:tab w:val="clear" w:pos="9072"/>
              </w:tabs>
              <w:rPr>
                <w:rFonts w:ascii="Arial" w:hAnsi="Arial"/>
              </w:rPr>
            </w:pPr>
            <w:r w:rsidRPr="00C75BCD">
              <w:rPr>
                <w:rFonts w:ascii="Arial" w:hAnsi="Arial"/>
              </w:rPr>
              <w:t>T +41 61 705 9</w:t>
            </w:r>
            <w:r w:rsidR="00C13608" w:rsidRPr="00C75BCD">
              <w:rPr>
                <w:rFonts w:ascii="Arial" w:hAnsi="Arial"/>
              </w:rPr>
              <w:t>5 95</w:t>
            </w:r>
          </w:p>
          <w:p w:rsidR="007D4109" w:rsidRPr="006B17FF" w:rsidRDefault="007D4109" w:rsidP="00C13608">
            <w:pPr>
              <w:pStyle w:val="Fuzeile"/>
              <w:tabs>
                <w:tab w:val="clear" w:pos="4536"/>
                <w:tab w:val="clear" w:pos="9072"/>
              </w:tabs>
              <w:rPr>
                <w:rFonts w:ascii="Arial" w:hAnsi="Arial"/>
                <w:lang w:val="en-GB"/>
              </w:rPr>
            </w:pPr>
            <w:r w:rsidRPr="006B17FF">
              <w:rPr>
                <w:rFonts w:ascii="Arial" w:hAnsi="Arial"/>
                <w:lang w:val="en-GB"/>
              </w:rPr>
              <w:t>F +41 61 705 9</w:t>
            </w:r>
            <w:r w:rsidR="00C13608" w:rsidRPr="006B17FF">
              <w:rPr>
                <w:rFonts w:ascii="Arial" w:hAnsi="Arial"/>
                <w:lang w:val="en-GB"/>
              </w:rPr>
              <w:t>5 96</w:t>
            </w:r>
          </w:p>
          <w:p w:rsidR="007D4109" w:rsidRPr="006B17FF" w:rsidRDefault="008547C5" w:rsidP="008709B4">
            <w:pPr>
              <w:pStyle w:val="Fuzeile"/>
              <w:tabs>
                <w:tab w:val="clear" w:pos="4536"/>
                <w:tab w:val="clear" w:pos="9072"/>
              </w:tabs>
              <w:rPr>
                <w:rFonts w:ascii="Arial" w:hAnsi="Arial"/>
                <w:lang w:val="en-GB"/>
              </w:rPr>
            </w:pPr>
            <w:r>
              <w:rPr>
                <w:rFonts w:ascii="Arial" w:hAnsi="Arial"/>
                <w:lang w:val="en-GB"/>
              </w:rPr>
              <w:t>arlesheim</w:t>
            </w:r>
            <w:r w:rsidR="007D4109" w:rsidRPr="006B17FF">
              <w:rPr>
                <w:rFonts w:ascii="Arial" w:hAnsi="Arial"/>
                <w:lang w:val="en-GB"/>
              </w:rPr>
              <w:t>@</w:t>
            </w:r>
            <w:r>
              <w:rPr>
                <w:rFonts w:ascii="Arial" w:hAnsi="Arial"/>
                <w:lang w:val="en-GB"/>
              </w:rPr>
              <w:t>forum-</w:t>
            </w:r>
            <w:r w:rsidR="007D4109" w:rsidRPr="006B17FF">
              <w:rPr>
                <w:rFonts w:ascii="Arial" w:hAnsi="Arial"/>
                <w:lang w:val="en-GB"/>
              </w:rPr>
              <w:t>wuerth.ch</w:t>
            </w:r>
          </w:p>
          <w:p w:rsidR="007D4109" w:rsidRPr="006B17FF" w:rsidRDefault="007D4109" w:rsidP="00C13608">
            <w:pPr>
              <w:pStyle w:val="Fuzeile"/>
              <w:tabs>
                <w:tab w:val="clear" w:pos="4536"/>
                <w:tab w:val="clear" w:pos="9072"/>
              </w:tabs>
              <w:rPr>
                <w:rFonts w:ascii="Arial" w:hAnsi="Arial"/>
                <w:lang w:val="en-GB"/>
              </w:rPr>
            </w:pPr>
            <w:r w:rsidRPr="006B17FF">
              <w:rPr>
                <w:rFonts w:ascii="Arial" w:hAnsi="Arial"/>
                <w:lang w:val="en-GB"/>
              </w:rPr>
              <w:t>www.</w:t>
            </w:r>
            <w:r w:rsidR="00C13608" w:rsidRPr="006B17FF">
              <w:rPr>
                <w:rFonts w:ascii="Arial" w:hAnsi="Arial"/>
                <w:lang w:val="en-GB"/>
              </w:rPr>
              <w:t>forum-</w:t>
            </w:r>
            <w:r w:rsidRPr="006B17FF">
              <w:rPr>
                <w:rFonts w:ascii="Arial" w:hAnsi="Arial"/>
                <w:lang w:val="en-GB"/>
              </w:rPr>
              <w:t>wuerth.ch</w:t>
            </w:r>
            <w:r w:rsidR="0027452F">
              <w:rPr>
                <w:rFonts w:ascii="Arial" w:hAnsi="Arial"/>
                <w:lang w:val="en-GB"/>
              </w:rPr>
              <w:t>/arlesheim</w:t>
            </w:r>
          </w:p>
          <w:p w:rsidR="007D4109" w:rsidRPr="006B17FF" w:rsidRDefault="007D4109" w:rsidP="008709B4">
            <w:pPr>
              <w:pStyle w:val="Fuzeile"/>
              <w:tabs>
                <w:tab w:val="clear" w:pos="4536"/>
                <w:tab w:val="clear" w:pos="9072"/>
              </w:tabs>
              <w:rPr>
                <w:rFonts w:ascii="Arial" w:hAnsi="Arial"/>
                <w:lang w:val="en-GB"/>
              </w:rPr>
            </w:pPr>
          </w:p>
          <w:p w:rsidR="007D4109" w:rsidRPr="00C75BCD" w:rsidRDefault="007D4109" w:rsidP="00AC4F5F">
            <w:pPr>
              <w:pStyle w:val="Adressat"/>
              <w:rPr>
                <w:rFonts w:ascii="Arial" w:hAnsi="Arial"/>
              </w:rPr>
            </w:pPr>
            <w:r w:rsidRPr="00AC4F5F">
              <w:rPr>
                <w:rFonts w:ascii="Arial" w:hAnsi="Arial"/>
              </w:rPr>
              <w:t xml:space="preserve">Arlesheim, </w:t>
            </w:r>
            <w:r w:rsidR="004D3D1D" w:rsidRPr="00AC4F5F">
              <w:rPr>
                <w:rFonts w:ascii="Arial" w:hAnsi="Arial"/>
              </w:rPr>
              <w:t>0</w:t>
            </w:r>
            <w:r w:rsidR="00AC4F5F" w:rsidRPr="00AC4F5F">
              <w:rPr>
                <w:rFonts w:ascii="Arial" w:hAnsi="Arial"/>
              </w:rPr>
              <w:t>5</w:t>
            </w:r>
            <w:r w:rsidR="004D3D1D" w:rsidRPr="00AC4F5F">
              <w:rPr>
                <w:rFonts w:ascii="Arial" w:hAnsi="Arial"/>
              </w:rPr>
              <w:t>.10.2017</w:t>
            </w:r>
          </w:p>
        </w:tc>
      </w:tr>
    </w:tbl>
    <w:p w:rsidR="00C660F0" w:rsidRPr="00640665" w:rsidRDefault="00C660F0" w:rsidP="00C660F0">
      <w:pPr>
        <w:spacing w:line="220" w:lineRule="exact"/>
        <w:rPr>
          <w:rFonts w:ascii="Arial" w:hAnsi="Arial"/>
          <w:noProof/>
          <w:sz w:val="16"/>
          <w:szCs w:val="16"/>
          <w:u w:val="single"/>
        </w:rPr>
      </w:pPr>
      <w:r>
        <w:rPr>
          <w:rFonts w:ascii="Arial" w:hAnsi="Arial"/>
          <w:noProof/>
          <w:sz w:val="16"/>
          <w:szCs w:val="16"/>
          <w:u w:val="single"/>
        </w:rPr>
        <w:t>Neues Angebot</w:t>
      </w:r>
    </w:p>
    <w:p w:rsidR="00C660F0" w:rsidRDefault="00C660F0" w:rsidP="00C660F0">
      <w:pPr>
        <w:rPr>
          <w:rStyle w:val="strong2"/>
          <w:rFonts w:ascii="Arial" w:hAnsi="Arial"/>
          <w:b/>
          <w:sz w:val="28"/>
          <w:szCs w:val="28"/>
        </w:rPr>
      </w:pPr>
    </w:p>
    <w:p w:rsidR="008D2689" w:rsidRPr="00C75BCD" w:rsidRDefault="00EB2013" w:rsidP="00992339">
      <w:pPr>
        <w:pStyle w:val="berschrift1"/>
        <w:rPr>
          <w:rFonts w:ascii="Arial" w:hAnsi="Arial"/>
          <w:b/>
          <w:bCs w:val="0"/>
        </w:rPr>
      </w:pPr>
      <w:r>
        <w:rPr>
          <w:rFonts w:ascii="Arial" w:hAnsi="Arial"/>
          <w:b/>
          <w:bCs w:val="0"/>
        </w:rPr>
        <w:t xml:space="preserve">Mit dem </w:t>
      </w:r>
      <w:proofErr w:type="spellStart"/>
      <w:r>
        <w:rPr>
          <w:rFonts w:ascii="Arial" w:hAnsi="Arial"/>
          <w:b/>
          <w:bCs w:val="0"/>
        </w:rPr>
        <w:t>Nuggi</w:t>
      </w:r>
      <w:proofErr w:type="spellEnd"/>
      <w:r>
        <w:rPr>
          <w:rFonts w:ascii="Arial" w:hAnsi="Arial"/>
          <w:b/>
          <w:bCs w:val="0"/>
        </w:rPr>
        <w:t xml:space="preserve"> ins Museum</w:t>
      </w:r>
    </w:p>
    <w:p w:rsidR="008D2689" w:rsidRPr="00C75BCD" w:rsidRDefault="008D2689" w:rsidP="00992339">
      <w:pPr>
        <w:rPr>
          <w:rFonts w:ascii="Arial" w:hAnsi="Arial"/>
        </w:rPr>
      </w:pPr>
    </w:p>
    <w:p w:rsidR="00033E73" w:rsidRDefault="00C660F0" w:rsidP="00992339">
      <w:pPr>
        <w:rPr>
          <w:rStyle w:val="Lead"/>
          <w:rFonts w:ascii="Arial" w:hAnsi="Arial"/>
          <w:b/>
          <w:bCs/>
        </w:rPr>
      </w:pPr>
      <w:r>
        <w:rPr>
          <w:rFonts w:ascii="Arial" w:hAnsi="Arial"/>
          <w:b/>
        </w:rPr>
        <w:t>Mit dem Baby kann man nicht ins Museum? Kann man doch! Das Forum Würth Arlesheim lanciert ein neues Angebot für Erwachsene mit Kindern bis zirka 2 Jahre.</w:t>
      </w:r>
      <w:r w:rsidR="00DC2F55">
        <w:rPr>
          <w:rFonts w:ascii="Arial" w:hAnsi="Arial"/>
          <w:b/>
        </w:rPr>
        <w:t xml:space="preserve"> Die ersten «</w:t>
      </w:r>
      <w:proofErr w:type="spellStart"/>
      <w:r w:rsidR="00DC2F55">
        <w:rPr>
          <w:rFonts w:ascii="Arial" w:hAnsi="Arial"/>
          <w:b/>
        </w:rPr>
        <w:t>Nuggi</w:t>
      </w:r>
      <w:proofErr w:type="spellEnd"/>
      <w:r w:rsidR="00DC2F55">
        <w:rPr>
          <w:rFonts w:ascii="Arial" w:hAnsi="Arial"/>
          <w:b/>
        </w:rPr>
        <w:t>-Fü</w:t>
      </w:r>
      <w:r w:rsidR="00FB7929">
        <w:rPr>
          <w:rFonts w:ascii="Arial" w:hAnsi="Arial"/>
          <w:b/>
        </w:rPr>
        <w:t>hrungen» finden am Freitag, 20.</w:t>
      </w:r>
      <w:r w:rsidR="00347846">
        <w:rPr>
          <w:rFonts w:ascii="Arial" w:hAnsi="Arial"/>
          <w:b/>
        </w:rPr>
        <w:t xml:space="preserve"> </w:t>
      </w:r>
      <w:r w:rsidR="00DC2F55">
        <w:rPr>
          <w:rFonts w:ascii="Arial" w:hAnsi="Arial"/>
          <w:b/>
        </w:rPr>
        <w:t>Oktober</w:t>
      </w:r>
      <w:r w:rsidR="00347846">
        <w:rPr>
          <w:rFonts w:ascii="Arial" w:hAnsi="Arial"/>
          <w:b/>
        </w:rPr>
        <w:t xml:space="preserve"> </w:t>
      </w:r>
      <w:r w:rsidR="00DC2F55">
        <w:rPr>
          <w:rFonts w:ascii="Arial" w:hAnsi="Arial"/>
          <w:b/>
        </w:rPr>
        <w:t xml:space="preserve">2017 </w:t>
      </w:r>
      <w:r w:rsidR="00FB7929">
        <w:rPr>
          <w:rFonts w:ascii="Arial" w:hAnsi="Arial"/>
          <w:b/>
        </w:rPr>
        <w:t>und Freitag, 8.</w:t>
      </w:r>
      <w:r w:rsidR="00347846">
        <w:rPr>
          <w:rFonts w:ascii="Arial" w:hAnsi="Arial"/>
          <w:b/>
        </w:rPr>
        <w:t xml:space="preserve"> </w:t>
      </w:r>
      <w:r w:rsidR="00DC2F55">
        <w:rPr>
          <w:rFonts w:ascii="Arial" w:hAnsi="Arial"/>
          <w:b/>
        </w:rPr>
        <w:t>Dezember</w:t>
      </w:r>
      <w:r w:rsidR="00347846">
        <w:rPr>
          <w:rFonts w:ascii="Arial" w:hAnsi="Arial"/>
          <w:b/>
        </w:rPr>
        <w:t xml:space="preserve"> </w:t>
      </w:r>
      <w:r w:rsidR="00DC2F55">
        <w:rPr>
          <w:rFonts w:ascii="Arial" w:hAnsi="Arial"/>
          <w:b/>
        </w:rPr>
        <w:t>2017 von 15.00 bis 16.00 Uhr statt.</w:t>
      </w:r>
    </w:p>
    <w:p w:rsidR="0099320C" w:rsidRDefault="0099320C" w:rsidP="00992339">
      <w:pPr>
        <w:rPr>
          <w:rStyle w:val="Lead"/>
          <w:rFonts w:ascii="Arial" w:hAnsi="Arial"/>
          <w:bCs/>
        </w:rPr>
      </w:pPr>
    </w:p>
    <w:p w:rsidR="00015DA2" w:rsidRDefault="00DC2F55" w:rsidP="00992339">
      <w:pPr>
        <w:rPr>
          <w:rStyle w:val="Lead"/>
          <w:rFonts w:ascii="Arial" w:hAnsi="Arial"/>
          <w:bCs/>
        </w:rPr>
      </w:pPr>
      <w:r>
        <w:rPr>
          <w:rStyle w:val="Lead"/>
          <w:rFonts w:ascii="Arial" w:hAnsi="Arial"/>
          <w:bCs/>
        </w:rPr>
        <w:t xml:space="preserve">«Wir haben im Restaurant </w:t>
      </w:r>
      <w:proofErr w:type="spellStart"/>
      <w:r>
        <w:rPr>
          <w:rStyle w:val="Lead"/>
          <w:rFonts w:ascii="Arial" w:hAnsi="Arial"/>
          <w:bCs/>
        </w:rPr>
        <w:t>Chez</w:t>
      </w:r>
      <w:proofErr w:type="spellEnd"/>
      <w:r>
        <w:rPr>
          <w:rStyle w:val="Lead"/>
          <w:rFonts w:ascii="Arial" w:hAnsi="Arial"/>
          <w:bCs/>
        </w:rPr>
        <w:t xml:space="preserve"> Würth viele Gäste, die sich wegen ihrer kleinen Kinder nicht in die Ausstellung trauen. Das finden wir schade, weil wir ein offenes Haus sind», erklärt Désirée Hess vom Forum Würth Arlesheim. «Deshalb laden wir nun kunstinteressierte Erwachsene zur speziellen </w:t>
      </w:r>
      <w:proofErr w:type="spellStart"/>
      <w:r>
        <w:rPr>
          <w:rStyle w:val="Lead"/>
          <w:rFonts w:ascii="Arial" w:hAnsi="Arial"/>
          <w:bCs/>
        </w:rPr>
        <w:t>Nuggi</w:t>
      </w:r>
      <w:proofErr w:type="spellEnd"/>
      <w:r>
        <w:rPr>
          <w:rStyle w:val="Lead"/>
          <w:rFonts w:ascii="Arial" w:hAnsi="Arial"/>
          <w:bCs/>
        </w:rPr>
        <w:t xml:space="preserve">-Führung ein.» </w:t>
      </w:r>
      <w:r w:rsidR="00646914">
        <w:rPr>
          <w:rStyle w:val="Lead"/>
          <w:rFonts w:ascii="Arial" w:hAnsi="Arial"/>
          <w:bCs/>
        </w:rPr>
        <w:t>Dabei führt e</w:t>
      </w:r>
      <w:r>
        <w:rPr>
          <w:rStyle w:val="Lead"/>
          <w:rFonts w:ascii="Arial" w:hAnsi="Arial"/>
          <w:bCs/>
        </w:rPr>
        <w:t>ine Kunsthistorikerin sto</w:t>
      </w:r>
      <w:r w:rsidR="00646914">
        <w:rPr>
          <w:rStyle w:val="Lead"/>
          <w:rFonts w:ascii="Arial" w:hAnsi="Arial"/>
          <w:bCs/>
        </w:rPr>
        <w:t xml:space="preserve">lze Eltern, Grosseltern, Onkels, </w:t>
      </w:r>
      <w:r>
        <w:rPr>
          <w:rStyle w:val="Lead"/>
          <w:rFonts w:ascii="Arial" w:hAnsi="Arial"/>
          <w:bCs/>
        </w:rPr>
        <w:t>Tanten und alle anderen erwachsenen Personen</w:t>
      </w:r>
      <w:r w:rsidR="00646914">
        <w:rPr>
          <w:rStyle w:val="Lead"/>
          <w:rFonts w:ascii="Arial" w:hAnsi="Arial"/>
          <w:bCs/>
        </w:rPr>
        <w:t xml:space="preserve"> mit kleine</w:t>
      </w:r>
      <w:r w:rsidR="00B95DE5">
        <w:rPr>
          <w:rStyle w:val="Lead"/>
          <w:rFonts w:ascii="Arial" w:hAnsi="Arial"/>
          <w:bCs/>
        </w:rPr>
        <w:t>n</w:t>
      </w:r>
      <w:r w:rsidR="00646914">
        <w:rPr>
          <w:rStyle w:val="Lead"/>
          <w:rFonts w:ascii="Arial" w:hAnsi="Arial"/>
          <w:bCs/>
        </w:rPr>
        <w:t xml:space="preserve"> Kind</w:t>
      </w:r>
      <w:r w:rsidR="00B95DE5">
        <w:rPr>
          <w:rStyle w:val="Lead"/>
          <w:rFonts w:ascii="Arial" w:hAnsi="Arial"/>
          <w:bCs/>
        </w:rPr>
        <w:t>ern</w:t>
      </w:r>
      <w:r w:rsidR="00646914">
        <w:rPr>
          <w:rStyle w:val="Lead"/>
          <w:rFonts w:ascii="Arial" w:hAnsi="Arial"/>
          <w:bCs/>
        </w:rPr>
        <w:t xml:space="preserve"> bis zirka 2 Jahre in lockerer Atmosphäre eine Stunde lang durch die aktuelle Ausstellung «Im Blick des Sammlers». Die Kinder sind im Kinderwagen oder Tragetuch immer mit dabei.</w:t>
      </w:r>
    </w:p>
    <w:p w:rsidR="00646914" w:rsidRDefault="00646914" w:rsidP="00992339">
      <w:pPr>
        <w:rPr>
          <w:rStyle w:val="Lead"/>
          <w:rFonts w:ascii="Arial" w:hAnsi="Arial"/>
          <w:bCs/>
        </w:rPr>
      </w:pPr>
    </w:p>
    <w:p w:rsidR="00646914" w:rsidRDefault="00646914" w:rsidP="00992339">
      <w:pPr>
        <w:rPr>
          <w:rStyle w:val="Lead"/>
          <w:rFonts w:ascii="Arial" w:hAnsi="Arial"/>
          <w:bCs/>
        </w:rPr>
      </w:pPr>
      <w:r>
        <w:rPr>
          <w:rStyle w:val="Lead"/>
          <w:rFonts w:ascii="Arial" w:hAnsi="Arial"/>
          <w:bCs/>
        </w:rPr>
        <w:lastRenderedPageBreak/>
        <w:t>Die Ausstellung «Im Blick des Sammlers. Werke der Sammlung Würth von Beckmann bis Kiefer» zeigt lauter Bijous aus der Kunstgeschichte der letzten 100 Jahre. Die Ausstellung i</w:t>
      </w:r>
      <w:r w:rsidR="00B95DE5">
        <w:rPr>
          <w:rStyle w:val="Lead"/>
          <w:rFonts w:ascii="Arial" w:hAnsi="Arial"/>
          <w:bCs/>
        </w:rPr>
        <w:t>st von Dienstag bis Sonntag, 11–</w:t>
      </w:r>
      <w:r>
        <w:rPr>
          <w:rStyle w:val="Lead"/>
          <w:rFonts w:ascii="Arial" w:hAnsi="Arial"/>
          <w:bCs/>
        </w:rPr>
        <w:t>17</w:t>
      </w:r>
      <w:r w:rsidR="00347846">
        <w:rPr>
          <w:rStyle w:val="Lead"/>
          <w:rFonts w:ascii="Arial" w:hAnsi="Arial"/>
          <w:bCs/>
        </w:rPr>
        <w:t xml:space="preserve"> </w:t>
      </w:r>
      <w:r>
        <w:rPr>
          <w:rStyle w:val="Lead"/>
          <w:rFonts w:ascii="Arial" w:hAnsi="Arial"/>
          <w:bCs/>
        </w:rPr>
        <w:t xml:space="preserve">Uhr geöffnet, der Eintritt ist frei. Die </w:t>
      </w:r>
      <w:proofErr w:type="spellStart"/>
      <w:r>
        <w:rPr>
          <w:rStyle w:val="Lead"/>
          <w:rFonts w:ascii="Arial" w:hAnsi="Arial"/>
          <w:bCs/>
        </w:rPr>
        <w:t>Nuggi</w:t>
      </w:r>
      <w:proofErr w:type="spellEnd"/>
      <w:r>
        <w:rPr>
          <w:rStyle w:val="Lead"/>
          <w:rFonts w:ascii="Arial" w:hAnsi="Arial"/>
          <w:bCs/>
        </w:rPr>
        <w:t>-Führung kostet 8</w:t>
      </w:r>
      <w:r w:rsidR="00B95DE5">
        <w:rPr>
          <w:rStyle w:val="Lead"/>
          <w:rFonts w:ascii="Arial" w:hAnsi="Arial"/>
          <w:bCs/>
        </w:rPr>
        <w:t>.00</w:t>
      </w:r>
      <w:r w:rsidR="00347846">
        <w:rPr>
          <w:rStyle w:val="Lead"/>
          <w:rFonts w:ascii="Arial" w:hAnsi="Arial"/>
          <w:bCs/>
        </w:rPr>
        <w:t xml:space="preserve"> </w:t>
      </w:r>
      <w:r>
        <w:rPr>
          <w:rStyle w:val="Lead"/>
          <w:rFonts w:ascii="Arial" w:hAnsi="Arial"/>
          <w:bCs/>
        </w:rPr>
        <w:t xml:space="preserve">Franken pro </w:t>
      </w:r>
      <w:r w:rsidR="00B95DE5">
        <w:rPr>
          <w:rStyle w:val="Lead"/>
          <w:rFonts w:ascii="Arial" w:hAnsi="Arial"/>
          <w:bCs/>
        </w:rPr>
        <w:t>erwachsener Person</w:t>
      </w:r>
      <w:r>
        <w:rPr>
          <w:rStyle w:val="Lead"/>
          <w:rFonts w:ascii="Arial" w:hAnsi="Arial"/>
          <w:bCs/>
        </w:rPr>
        <w:t>; keine Anmeldung erfo</w:t>
      </w:r>
      <w:r w:rsidR="00754D1C">
        <w:rPr>
          <w:rStyle w:val="Lead"/>
          <w:rFonts w:ascii="Arial" w:hAnsi="Arial"/>
          <w:bCs/>
        </w:rPr>
        <w:t>r</w:t>
      </w:r>
      <w:r>
        <w:rPr>
          <w:rStyle w:val="Lead"/>
          <w:rFonts w:ascii="Arial" w:hAnsi="Arial"/>
          <w:bCs/>
        </w:rPr>
        <w:t>derlich.</w:t>
      </w:r>
    </w:p>
    <w:p w:rsidR="006B17FF" w:rsidRDefault="006B17FF" w:rsidP="00992339">
      <w:pPr>
        <w:rPr>
          <w:rFonts w:ascii="Arial" w:hAnsi="Arial"/>
        </w:rPr>
      </w:pPr>
    </w:p>
    <w:p w:rsidR="003C19DA" w:rsidRPr="00B1667E" w:rsidRDefault="003C19DA" w:rsidP="00992339">
      <w:pPr>
        <w:rPr>
          <w:rFonts w:ascii="Arial" w:hAnsi="Arial"/>
          <w:b/>
          <w:bCs/>
        </w:rPr>
      </w:pPr>
      <w:r w:rsidRPr="00B1667E">
        <w:rPr>
          <w:rFonts w:ascii="Arial" w:hAnsi="Arial"/>
          <w:b/>
          <w:bCs/>
        </w:rPr>
        <w:t>Bildmaterial und -legende</w:t>
      </w:r>
    </w:p>
    <w:p w:rsidR="00EE69AF" w:rsidRPr="007E3810" w:rsidRDefault="002D4AB3" w:rsidP="00992339">
      <w:pPr>
        <w:rPr>
          <w:rFonts w:ascii="Arial" w:hAnsi="Arial"/>
          <w:i/>
          <w:iCs/>
        </w:rPr>
      </w:pPr>
      <w:r w:rsidRPr="002D4AB3">
        <w:rPr>
          <w:rFonts w:ascii="Arial" w:hAnsi="Arial"/>
          <w:i/>
          <w:iCs/>
        </w:rPr>
        <w:t>wuerth_nuggi.jpg</w:t>
      </w:r>
    </w:p>
    <w:p w:rsidR="001B5F0E" w:rsidRPr="00C75BCD" w:rsidRDefault="002D4AB3" w:rsidP="00992339">
      <w:pPr>
        <w:rPr>
          <w:rFonts w:ascii="Arial" w:hAnsi="Arial"/>
        </w:rPr>
      </w:pPr>
      <w:r>
        <w:rPr>
          <w:rFonts w:ascii="Arial" w:hAnsi="Arial"/>
        </w:rPr>
        <w:t xml:space="preserve">Mit dem Baby ins Museum: </w:t>
      </w:r>
      <w:proofErr w:type="spellStart"/>
      <w:r>
        <w:rPr>
          <w:rFonts w:ascii="Arial" w:hAnsi="Arial"/>
        </w:rPr>
        <w:t>Nuggi</w:t>
      </w:r>
      <w:proofErr w:type="spellEnd"/>
      <w:r>
        <w:rPr>
          <w:rFonts w:ascii="Arial" w:hAnsi="Arial"/>
        </w:rPr>
        <w:t>-Führung im Forum Würth Arlesheim am 20.</w:t>
      </w:r>
      <w:r w:rsidR="00347846">
        <w:rPr>
          <w:rFonts w:ascii="Arial" w:hAnsi="Arial"/>
        </w:rPr>
        <w:t xml:space="preserve"> </w:t>
      </w:r>
      <w:r>
        <w:rPr>
          <w:rFonts w:ascii="Arial" w:hAnsi="Arial"/>
        </w:rPr>
        <w:t>Oktober und 8.</w:t>
      </w:r>
      <w:r w:rsidR="00347846">
        <w:rPr>
          <w:rFonts w:ascii="Arial" w:hAnsi="Arial"/>
        </w:rPr>
        <w:t xml:space="preserve"> </w:t>
      </w:r>
      <w:r w:rsidR="005B7E82">
        <w:rPr>
          <w:rFonts w:ascii="Arial" w:hAnsi="Arial"/>
        </w:rPr>
        <w:t>Dezember</w:t>
      </w:r>
      <w:r w:rsidR="00347846">
        <w:rPr>
          <w:rFonts w:ascii="Arial" w:hAnsi="Arial"/>
        </w:rPr>
        <w:t xml:space="preserve"> </w:t>
      </w:r>
      <w:r w:rsidR="005B7E82">
        <w:rPr>
          <w:rFonts w:ascii="Arial" w:hAnsi="Arial"/>
        </w:rPr>
        <w:t xml:space="preserve">2017, 15–16 </w:t>
      </w:r>
      <w:r>
        <w:rPr>
          <w:rFonts w:ascii="Arial" w:hAnsi="Arial"/>
        </w:rPr>
        <w:t>Uhr.</w:t>
      </w:r>
    </w:p>
    <w:p w:rsidR="00821895" w:rsidRPr="00C75BCD" w:rsidRDefault="00821895" w:rsidP="00992339">
      <w:pPr>
        <w:rPr>
          <w:rFonts w:ascii="Arial" w:hAnsi="Arial"/>
        </w:rPr>
      </w:pPr>
    </w:p>
    <w:p w:rsidR="00617B6A" w:rsidRPr="00C75BCD" w:rsidRDefault="00617B6A" w:rsidP="00992339">
      <w:pPr>
        <w:rPr>
          <w:rFonts w:ascii="Arial" w:hAnsi="Arial"/>
        </w:rPr>
      </w:pPr>
    </w:p>
    <w:p w:rsidR="00821895" w:rsidRPr="00C75BCD" w:rsidRDefault="00555DBC" w:rsidP="00555DBC">
      <w:pPr>
        <w:pStyle w:val="berschrift2"/>
        <w:rPr>
          <w:rFonts w:ascii="Arial" w:hAnsi="Arial"/>
          <w:b/>
          <w:bCs w:val="0"/>
        </w:rPr>
      </w:pPr>
      <w:r w:rsidRPr="00C75BCD">
        <w:rPr>
          <w:rFonts w:ascii="Arial" w:hAnsi="Arial"/>
          <w:b/>
          <w:bCs w:val="0"/>
        </w:rPr>
        <w:t>Forum Würth Arlesheim</w:t>
      </w:r>
    </w:p>
    <w:p w:rsidR="00821895" w:rsidRPr="00C75BCD" w:rsidRDefault="0002162D" w:rsidP="00992339">
      <w:pPr>
        <w:pStyle w:val="Boilerplate"/>
        <w:tabs>
          <w:tab w:val="clear" w:pos="4536"/>
          <w:tab w:val="clear" w:pos="9072"/>
        </w:tabs>
        <w:rPr>
          <w:rStyle w:val="Seitenzahl"/>
          <w:rFonts w:ascii="Arial" w:hAnsi="Arial"/>
        </w:rPr>
      </w:pPr>
      <w:r w:rsidRPr="0002162D">
        <w:rPr>
          <w:rStyle w:val="Seitenzahl"/>
          <w:rFonts w:ascii="Arial" w:hAnsi="Arial"/>
        </w:rPr>
        <w:t>Das 2003 eröffnete Forum Würth Arlesheim zeigt wechselnde Ausstellungen, hauptsächlich mit Werken aus der rund 1</w:t>
      </w:r>
      <w:r w:rsidR="006B35AE">
        <w:rPr>
          <w:rStyle w:val="Seitenzahl"/>
          <w:rFonts w:ascii="Arial" w:hAnsi="Arial"/>
        </w:rPr>
        <w:t>7</w:t>
      </w:r>
      <w:r w:rsidRPr="0002162D">
        <w:rPr>
          <w:rStyle w:val="Seitenzahl"/>
          <w:rFonts w:ascii="Arial" w:hAnsi="Arial"/>
        </w:rPr>
        <w:t xml:space="preserve">’000 Positionen umfassenden Sammlung Würth. Öffnungszeiten: </w:t>
      </w:r>
      <w:r w:rsidR="0027452F">
        <w:rPr>
          <w:rStyle w:val="Seitenzahl"/>
          <w:rFonts w:ascii="Arial" w:hAnsi="Arial"/>
        </w:rPr>
        <w:t>Dienstag</w:t>
      </w:r>
      <w:r w:rsidRPr="0002162D">
        <w:rPr>
          <w:rStyle w:val="Seitenzahl"/>
          <w:rFonts w:ascii="Arial" w:hAnsi="Arial"/>
        </w:rPr>
        <w:t xml:space="preserve"> bis </w:t>
      </w:r>
      <w:r w:rsidR="0027452F">
        <w:rPr>
          <w:rStyle w:val="Seitenzahl"/>
          <w:rFonts w:ascii="Arial" w:hAnsi="Arial"/>
        </w:rPr>
        <w:t>Sonntag</w:t>
      </w:r>
      <w:r w:rsidRPr="0002162D">
        <w:rPr>
          <w:rStyle w:val="Seitenzahl"/>
          <w:rFonts w:ascii="Arial" w:hAnsi="Arial"/>
        </w:rPr>
        <w:t xml:space="preserve"> 11–17 Uhr, Eintritt frei. Alle Aktivitäten des Forum Würth Arlesheim sind Projekte der Würth AG.</w:t>
      </w:r>
    </w:p>
    <w:p w:rsidR="00821895" w:rsidRPr="00C75BCD" w:rsidRDefault="00821895" w:rsidP="00CC119F">
      <w:pPr>
        <w:pStyle w:val="Boilerplate"/>
        <w:tabs>
          <w:tab w:val="clear" w:pos="4536"/>
          <w:tab w:val="clear" w:pos="9072"/>
        </w:tabs>
        <w:rPr>
          <w:rStyle w:val="Seitenzahl"/>
          <w:rFonts w:ascii="Arial" w:hAnsi="Arial"/>
        </w:rPr>
      </w:pPr>
    </w:p>
    <w:p w:rsidR="00821895" w:rsidRPr="00C75BCD" w:rsidRDefault="00821895" w:rsidP="00CC119F">
      <w:pPr>
        <w:pStyle w:val="berschrift2"/>
        <w:rPr>
          <w:rFonts w:ascii="Arial" w:hAnsi="Arial"/>
          <w:b/>
          <w:bCs w:val="0"/>
        </w:rPr>
      </w:pPr>
      <w:r w:rsidRPr="00C75BCD">
        <w:rPr>
          <w:rFonts w:ascii="Arial" w:hAnsi="Arial"/>
          <w:b/>
          <w:bCs w:val="0"/>
        </w:rPr>
        <w:t>Hinweis</w:t>
      </w:r>
    </w:p>
    <w:p w:rsidR="00821895" w:rsidRPr="00C75BCD" w:rsidRDefault="0027452F" w:rsidP="00617B6A">
      <w:pPr>
        <w:pStyle w:val="Boilerplate"/>
        <w:tabs>
          <w:tab w:val="clear" w:pos="4536"/>
          <w:tab w:val="clear" w:pos="9072"/>
        </w:tabs>
        <w:rPr>
          <w:rStyle w:val="Seitenzahl"/>
          <w:rFonts w:ascii="Arial" w:hAnsi="Arial"/>
        </w:rPr>
      </w:pPr>
      <w:r w:rsidRPr="00FF42E0">
        <w:rPr>
          <w:rStyle w:val="Seitenzahl"/>
          <w:rFonts w:ascii="Arial" w:hAnsi="Arial"/>
        </w:rPr>
        <w:t xml:space="preserve">Pressetext und Bildmaterial stehen zum Download bereit: </w:t>
      </w:r>
      <w:r>
        <w:rPr>
          <w:rStyle w:val="Seitenzahl"/>
          <w:rFonts w:ascii="Arial" w:hAnsi="Arial"/>
        </w:rPr>
        <w:t>www.wuerth-ag.ch/m</w:t>
      </w:r>
      <w:r w:rsidRPr="00FF42E0">
        <w:rPr>
          <w:rStyle w:val="Seitenzahl"/>
          <w:rFonts w:ascii="Arial" w:hAnsi="Arial"/>
        </w:rPr>
        <w:t>edien</w:t>
      </w:r>
      <w:r>
        <w:rPr>
          <w:rStyle w:val="Seitenzahl"/>
          <w:rFonts w:ascii="Arial" w:hAnsi="Arial"/>
        </w:rPr>
        <w:t>.</w:t>
      </w:r>
    </w:p>
    <w:p w:rsidR="00821895" w:rsidRPr="00C75BCD" w:rsidRDefault="00821895" w:rsidP="00CC119F">
      <w:pPr>
        <w:pStyle w:val="Boilerplate"/>
        <w:tabs>
          <w:tab w:val="clear" w:pos="4536"/>
          <w:tab w:val="clear" w:pos="9072"/>
        </w:tabs>
        <w:rPr>
          <w:rStyle w:val="Seitenzahl"/>
          <w:rFonts w:ascii="Arial" w:hAnsi="Arial"/>
        </w:rPr>
      </w:pPr>
    </w:p>
    <w:p w:rsidR="00821895" w:rsidRPr="00C75BCD" w:rsidRDefault="00821895" w:rsidP="00CC119F">
      <w:pPr>
        <w:pStyle w:val="berschrift2"/>
        <w:rPr>
          <w:rFonts w:ascii="Arial" w:hAnsi="Arial"/>
          <w:b/>
          <w:bCs w:val="0"/>
        </w:rPr>
      </w:pPr>
      <w:r w:rsidRPr="00C75BCD">
        <w:rPr>
          <w:rFonts w:ascii="Arial" w:hAnsi="Arial"/>
          <w:b/>
          <w:bCs w:val="0"/>
        </w:rPr>
        <w:t>Kontakt</w:t>
      </w:r>
    </w:p>
    <w:p w:rsidR="007D4109" w:rsidRPr="006B17FF" w:rsidRDefault="004F5A3A" w:rsidP="00CC119F">
      <w:pPr>
        <w:pStyle w:val="Boilerplate"/>
        <w:tabs>
          <w:tab w:val="clear" w:pos="4536"/>
          <w:tab w:val="clear" w:pos="9072"/>
        </w:tabs>
        <w:rPr>
          <w:rStyle w:val="Seitenzahl"/>
          <w:rFonts w:ascii="Arial" w:hAnsi="Arial"/>
          <w:lang w:val="fr-CH"/>
        </w:rPr>
      </w:pPr>
      <w:r w:rsidRPr="006B17FF">
        <w:rPr>
          <w:rStyle w:val="Seitenzahl"/>
          <w:rFonts w:ascii="Arial" w:hAnsi="Arial"/>
          <w:lang w:val="fr-CH"/>
        </w:rPr>
        <w:t>Eva Appel</w:t>
      </w:r>
    </w:p>
    <w:p w:rsidR="001300E4" w:rsidRDefault="004F5A3A" w:rsidP="00316429">
      <w:pPr>
        <w:pStyle w:val="Boilerplate"/>
        <w:tabs>
          <w:tab w:val="clear" w:pos="4536"/>
          <w:tab w:val="clear" w:pos="9072"/>
        </w:tabs>
        <w:rPr>
          <w:rStyle w:val="Seitenzahl"/>
          <w:rFonts w:ascii="Arial" w:hAnsi="Arial"/>
          <w:lang w:val="fr-CH"/>
        </w:rPr>
      </w:pPr>
      <w:r w:rsidRPr="006B17FF">
        <w:rPr>
          <w:rStyle w:val="Seitenzahl"/>
          <w:rFonts w:ascii="Arial" w:hAnsi="Arial"/>
          <w:lang w:val="fr-CH"/>
        </w:rPr>
        <w:t>T +41 61 705 98 33</w:t>
      </w:r>
      <w:r w:rsidR="007D4109" w:rsidRPr="006B17FF">
        <w:rPr>
          <w:rStyle w:val="Seitenzahl"/>
          <w:rFonts w:ascii="Arial" w:hAnsi="Arial"/>
          <w:lang w:val="fr-CH"/>
        </w:rPr>
        <w:t xml:space="preserve">, </w:t>
      </w:r>
      <w:r w:rsidRPr="006B17FF">
        <w:rPr>
          <w:rStyle w:val="Seitenzahl"/>
          <w:rFonts w:ascii="Arial" w:hAnsi="Arial"/>
          <w:lang w:val="fr-CH"/>
        </w:rPr>
        <w:t>eva.appel</w:t>
      </w:r>
      <w:r w:rsidR="00C86120" w:rsidRPr="006B17FF">
        <w:rPr>
          <w:rStyle w:val="Seitenzahl"/>
          <w:rFonts w:ascii="Arial" w:hAnsi="Arial"/>
          <w:lang w:val="fr-CH"/>
        </w:rPr>
        <w:t>@wuerth-ag.ch</w:t>
      </w:r>
    </w:p>
    <w:p w:rsidR="00B95DE5" w:rsidRDefault="00B95DE5" w:rsidP="00316429">
      <w:pPr>
        <w:pStyle w:val="Boilerplate"/>
        <w:tabs>
          <w:tab w:val="clear" w:pos="4536"/>
          <w:tab w:val="clear" w:pos="9072"/>
        </w:tabs>
        <w:rPr>
          <w:rStyle w:val="Seitenzahl"/>
          <w:rFonts w:ascii="Arial" w:hAnsi="Arial"/>
          <w:lang w:val="fr-CH"/>
        </w:rPr>
      </w:pPr>
    </w:p>
    <w:p w:rsidR="00B95DE5" w:rsidRPr="00C75BCD" w:rsidRDefault="00B95DE5" w:rsidP="00B95DE5">
      <w:pPr>
        <w:pStyle w:val="Boilerplate"/>
        <w:tabs>
          <w:tab w:val="clear" w:pos="4536"/>
          <w:tab w:val="clear" w:pos="9072"/>
        </w:tabs>
        <w:rPr>
          <w:rStyle w:val="Seitenzahl"/>
          <w:rFonts w:ascii="Arial" w:hAnsi="Arial"/>
        </w:rPr>
      </w:pPr>
      <w:r>
        <w:rPr>
          <w:rStyle w:val="Seitenzahl"/>
          <w:rFonts w:ascii="Arial" w:hAnsi="Arial"/>
        </w:rPr>
        <w:t>Désirée Hess</w:t>
      </w:r>
    </w:p>
    <w:p w:rsidR="00B95DE5" w:rsidRPr="006B17FF" w:rsidRDefault="00B95DE5" w:rsidP="00B95DE5">
      <w:pPr>
        <w:pStyle w:val="Boilerplate"/>
        <w:tabs>
          <w:tab w:val="clear" w:pos="4536"/>
          <w:tab w:val="clear" w:pos="9072"/>
        </w:tabs>
        <w:rPr>
          <w:rFonts w:ascii="Arial" w:hAnsi="Arial"/>
          <w:lang w:val="fr-CH"/>
        </w:rPr>
      </w:pPr>
      <w:r w:rsidRPr="00B95DE5">
        <w:rPr>
          <w:rStyle w:val="Seitenzahl"/>
          <w:rFonts w:ascii="Arial" w:hAnsi="Arial"/>
        </w:rPr>
        <w:t>T +41 61 705 91 15</w:t>
      </w:r>
      <w:r w:rsidRPr="00C75BCD">
        <w:rPr>
          <w:rStyle w:val="Seitenzahl"/>
          <w:rFonts w:ascii="Arial" w:hAnsi="Arial"/>
        </w:rPr>
        <w:t xml:space="preserve">, </w:t>
      </w:r>
      <w:r>
        <w:rPr>
          <w:rStyle w:val="Seitenzahl"/>
          <w:rFonts w:ascii="Arial" w:hAnsi="Arial"/>
        </w:rPr>
        <w:t>desiree.hess</w:t>
      </w:r>
      <w:r w:rsidRPr="00C75BCD">
        <w:rPr>
          <w:rStyle w:val="Seitenzahl"/>
          <w:rFonts w:ascii="Arial" w:hAnsi="Arial"/>
        </w:rPr>
        <w:t>@wuerth-ag.ch</w:t>
      </w:r>
    </w:p>
    <w:sectPr w:rsidR="00B95DE5" w:rsidRPr="006B17FF" w:rsidSect="00B95DE5">
      <w:headerReference w:type="default" r:id="rId8"/>
      <w:footerReference w:type="default" r:id="rId9"/>
      <w:headerReference w:type="first" r:id="rId10"/>
      <w:footerReference w:type="first" r:id="rId11"/>
      <w:pgSz w:w="11906" w:h="16838" w:code="9"/>
      <w:pgMar w:top="2835" w:right="4196" w:bottom="851"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013" w:rsidRDefault="00EB2013">
      <w:r>
        <w:separator/>
      </w:r>
    </w:p>
    <w:p w:rsidR="00EB2013" w:rsidRDefault="00EB2013"/>
  </w:endnote>
  <w:endnote w:type="continuationSeparator" w:id="0">
    <w:p w:rsidR="00EB2013" w:rsidRDefault="00EB2013">
      <w:r>
        <w:continuationSeparator/>
      </w:r>
    </w:p>
    <w:p w:rsidR="00EB2013" w:rsidRDefault="00EB2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A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80128E">
    <w:pPr>
      <w:pStyle w:val="Fuzeile"/>
      <w:rPr>
        <w:rFonts w:ascii="Arial" w:hAnsi="Arial"/>
      </w:rPr>
    </w:pPr>
    <w:r w:rsidRPr="00617B6A">
      <w:rPr>
        <w:rFonts w:ascii="Arial" w:hAnsi="Arial"/>
      </w:rPr>
      <w:t xml:space="preserve">Seite </w:t>
    </w:r>
    <w:r w:rsidRPr="00617B6A">
      <w:rPr>
        <w:rFonts w:ascii="Arial" w:hAnsi="Arial"/>
      </w:rPr>
      <w:fldChar w:fldCharType="begin"/>
    </w:r>
    <w:r w:rsidRPr="00617B6A">
      <w:rPr>
        <w:rFonts w:ascii="Arial" w:hAnsi="Arial"/>
      </w:rPr>
      <w:instrText xml:space="preserve"> PAGE </w:instrText>
    </w:r>
    <w:r w:rsidRPr="00617B6A">
      <w:rPr>
        <w:rFonts w:ascii="Arial" w:hAnsi="Arial"/>
      </w:rPr>
      <w:fldChar w:fldCharType="separate"/>
    </w:r>
    <w:r w:rsidR="00AF10BE">
      <w:rPr>
        <w:rFonts w:ascii="Arial" w:hAnsi="Arial"/>
        <w:noProof/>
      </w:rPr>
      <w:t>2</w:t>
    </w:r>
    <w:r w:rsidRPr="00617B6A">
      <w:rPr>
        <w:rFonts w:ascii="Arial" w:hAnsi="Arial"/>
      </w:rPr>
      <w:fldChar w:fldCharType="end"/>
    </w:r>
    <w:r w:rsidRPr="00617B6A">
      <w:rPr>
        <w:rFonts w:ascii="Arial" w:hAnsi="Arial"/>
      </w:rPr>
      <w:t xml:space="preserve"> von </w:t>
    </w:r>
    <w:r w:rsidRPr="00617B6A">
      <w:rPr>
        <w:rFonts w:ascii="Arial" w:hAnsi="Arial"/>
      </w:rPr>
      <w:fldChar w:fldCharType="begin"/>
    </w:r>
    <w:r w:rsidRPr="00617B6A">
      <w:rPr>
        <w:rFonts w:ascii="Arial" w:hAnsi="Arial"/>
      </w:rPr>
      <w:instrText xml:space="preserve"> NUMPAGES </w:instrText>
    </w:r>
    <w:r w:rsidRPr="00617B6A">
      <w:rPr>
        <w:rFonts w:ascii="Arial" w:hAnsi="Arial"/>
      </w:rPr>
      <w:fldChar w:fldCharType="separate"/>
    </w:r>
    <w:r w:rsidR="00AF10BE">
      <w:rPr>
        <w:rFonts w:ascii="Arial" w:hAnsi="Arial"/>
        <w:noProof/>
      </w:rPr>
      <w:t>2</w:t>
    </w:r>
    <w:r w:rsidRPr="00617B6A">
      <w:rP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80128E" w:rsidP="00FF3EDA">
    <w:pPr>
      <w:spacing w:line="220" w:lineRule="exact"/>
      <w:rPr>
        <w:rFonts w:ascii="Arial" w:hAnsi="Arial"/>
        <w:sz w:val="16"/>
      </w:rPr>
    </w:pPr>
    <w:r w:rsidRPr="00617B6A">
      <w:rPr>
        <w:rStyle w:val="Seitenzahl"/>
        <w:rFonts w:ascii="Arial" w:hAnsi="Arial"/>
      </w:rPr>
      <w:t xml:space="preserve">Seite </w:t>
    </w:r>
    <w:r w:rsidRPr="00617B6A">
      <w:rPr>
        <w:rStyle w:val="Seitenzahl"/>
        <w:rFonts w:ascii="Arial" w:hAnsi="Arial"/>
      </w:rPr>
      <w:fldChar w:fldCharType="begin"/>
    </w:r>
    <w:r w:rsidRPr="00617B6A">
      <w:rPr>
        <w:rStyle w:val="Seitenzahl"/>
        <w:rFonts w:ascii="Arial" w:hAnsi="Arial"/>
      </w:rPr>
      <w:instrText xml:space="preserve"> PAGE </w:instrText>
    </w:r>
    <w:r w:rsidRPr="00617B6A">
      <w:rPr>
        <w:rStyle w:val="Seitenzahl"/>
        <w:rFonts w:ascii="Arial" w:hAnsi="Arial"/>
      </w:rPr>
      <w:fldChar w:fldCharType="separate"/>
    </w:r>
    <w:r w:rsidR="00AF10BE">
      <w:rPr>
        <w:rStyle w:val="Seitenzahl"/>
        <w:rFonts w:ascii="Arial" w:hAnsi="Arial"/>
        <w:noProof/>
      </w:rPr>
      <w:t>1</w:t>
    </w:r>
    <w:r w:rsidRPr="00617B6A">
      <w:rPr>
        <w:rStyle w:val="Seitenzahl"/>
        <w:rFonts w:ascii="Arial" w:hAnsi="Arial"/>
      </w:rPr>
      <w:fldChar w:fldCharType="end"/>
    </w:r>
    <w:r w:rsidRPr="00617B6A">
      <w:rPr>
        <w:rStyle w:val="Seitenzahl"/>
        <w:rFonts w:ascii="Arial" w:hAnsi="Arial"/>
      </w:rPr>
      <w:t xml:space="preserve"> von </w:t>
    </w:r>
    <w:r w:rsidRPr="00617B6A">
      <w:rPr>
        <w:rStyle w:val="Seitenzahl"/>
        <w:rFonts w:ascii="Arial" w:hAnsi="Arial"/>
      </w:rPr>
      <w:fldChar w:fldCharType="begin"/>
    </w:r>
    <w:r w:rsidRPr="00617B6A">
      <w:rPr>
        <w:rStyle w:val="Seitenzahl"/>
        <w:rFonts w:ascii="Arial" w:hAnsi="Arial"/>
      </w:rPr>
      <w:instrText xml:space="preserve"> NUMPAGES </w:instrText>
    </w:r>
    <w:r w:rsidRPr="00617B6A">
      <w:rPr>
        <w:rStyle w:val="Seitenzahl"/>
        <w:rFonts w:ascii="Arial" w:hAnsi="Arial"/>
      </w:rPr>
      <w:fldChar w:fldCharType="separate"/>
    </w:r>
    <w:r w:rsidR="00AF10BE">
      <w:rPr>
        <w:rStyle w:val="Seitenzahl"/>
        <w:rFonts w:ascii="Arial" w:hAnsi="Arial"/>
        <w:noProof/>
      </w:rPr>
      <w:t>2</w:t>
    </w:r>
    <w:r w:rsidRPr="00617B6A">
      <w:rPr>
        <w:rStyle w:val="Seitenzahl"/>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013" w:rsidRDefault="00EB2013">
      <w:r>
        <w:separator/>
      </w:r>
    </w:p>
    <w:p w:rsidR="00EB2013" w:rsidRDefault="00EB2013"/>
  </w:footnote>
  <w:footnote w:type="continuationSeparator" w:id="0">
    <w:p w:rsidR="00EB2013" w:rsidRDefault="00EB2013">
      <w:r>
        <w:continuationSeparator/>
      </w:r>
    </w:p>
    <w:p w:rsidR="00EB2013" w:rsidRDefault="00EB2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Default="006B35AE">
    <w:pPr>
      <w:pStyle w:val="Kopfzeile"/>
    </w:pPr>
    <w:r>
      <w:rPr>
        <w:noProof/>
      </w:rPr>
      <w:drawing>
        <wp:anchor distT="0" distB="0" distL="114300" distR="114300" simplePos="0" relativeHeight="251658240" behindDoc="0" locked="1" layoutInCell="1" allowOverlap="1" wp14:anchorId="262898B5" wp14:editId="7E772CF2">
          <wp:simplePos x="0" y="0"/>
          <wp:positionH relativeFrom="margin">
            <wp:posOffset>0</wp:posOffset>
          </wp:positionH>
          <wp:positionV relativeFrom="page">
            <wp:posOffset>360045</wp:posOffset>
          </wp:positionV>
          <wp:extent cx="1884680" cy="116840"/>
          <wp:effectExtent l="0" t="0" r="1270" b="0"/>
          <wp:wrapNone/>
          <wp:docPr id="11"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80128E" w:rsidRDefault="0080128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6B35AE">
    <w:pPr>
      <w:pStyle w:val="Kopfzeile"/>
      <w:rPr>
        <w:rFonts w:ascii="Arial" w:hAnsi="Arial"/>
        <w:b/>
        <w:bCs/>
      </w:rPr>
    </w:pPr>
    <w:r>
      <w:rPr>
        <w:rFonts w:ascii="Arial" w:hAnsi="Arial"/>
        <w:b/>
        <w:bCs/>
        <w:noProof/>
      </w:rPr>
      <w:drawing>
        <wp:anchor distT="0" distB="0" distL="114300" distR="114300" simplePos="0" relativeHeight="251657216" behindDoc="0" locked="1" layoutInCell="1" allowOverlap="1" wp14:anchorId="3D042DE9" wp14:editId="64620FFF">
          <wp:simplePos x="0" y="0"/>
          <wp:positionH relativeFrom="margin">
            <wp:posOffset>0</wp:posOffset>
          </wp:positionH>
          <wp:positionV relativeFrom="page">
            <wp:posOffset>360045</wp:posOffset>
          </wp:positionV>
          <wp:extent cx="1884680" cy="116840"/>
          <wp:effectExtent l="0" t="0" r="1270" b="0"/>
          <wp:wrapNone/>
          <wp:docPr id="10"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80128E" w:rsidRPr="00617B6A" w:rsidRDefault="0080128E">
    <w:pPr>
      <w:pStyle w:val="Kopfzeile"/>
      <w:rPr>
        <w:rFonts w:ascii="Arial" w:hAnsi="Arial"/>
        <w:b/>
        <w:bCs/>
      </w:rPr>
    </w:pPr>
  </w:p>
  <w:p w:rsidR="0080128E" w:rsidRPr="00617B6A" w:rsidRDefault="0080128E">
    <w:pPr>
      <w:pStyle w:val="Kopfzeile"/>
      <w:rPr>
        <w:rFonts w:ascii="Arial" w:hAnsi="Arial"/>
        <w:b/>
        <w:bCs/>
      </w:rPr>
    </w:pPr>
  </w:p>
  <w:p w:rsidR="0080128E" w:rsidRPr="00617B6A" w:rsidRDefault="00EB2013" w:rsidP="00EB2013">
    <w:pPr>
      <w:pStyle w:val="Kopfzeile"/>
      <w:rPr>
        <w:rFonts w:ascii="Arial" w:hAnsi="Arial"/>
        <w:b/>
        <w:bCs/>
      </w:rPr>
    </w:pPr>
    <w:r>
      <w:rPr>
        <w:rFonts w:ascii="Arial" w:hAnsi="Arial"/>
        <w:b/>
        <w:bCs/>
      </w:rPr>
      <w:t>MEDIENMITTEILUNG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13"/>
    <w:rsid w:val="00015DA2"/>
    <w:rsid w:val="0002162D"/>
    <w:rsid w:val="00031F9B"/>
    <w:rsid w:val="00033E73"/>
    <w:rsid w:val="00044FC1"/>
    <w:rsid w:val="00053E9F"/>
    <w:rsid w:val="0008353D"/>
    <w:rsid w:val="000A6025"/>
    <w:rsid w:val="000D1B58"/>
    <w:rsid w:val="001300E4"/>
    <w:rsid w:val="0013373D"/>
    <w:rsid w:val="00135162"/>
    <w:rsid w:val="00135ECD"/>
    <w:rsid w:val="001402FB"/>
    <w:rsid w:val="001470C7"/>
    <w:rsid w:val="00153AC6"/>
    <w:rsid w:val="00182F2A"/>
    <w:rsid w:val="00194A39"/>
    <w:rsid w:val="00194C05"/>
    <w:rsid w:val="001B5F0E"/>
    <w:rsid w:val="001D2156"/>
    <w:rsid w:val="001D2D56"/>
    <w:rsid w:val="001F45E3"/>
    <w:rsid w:val="001F68E0"/>
    <w:rsid w:val="002101D6"/>
    <w:rsid w:val="00224B07"/>
    <w:rsid w:val="00256CD9"/>
    <w:rsid w:val="0027452F"/>
    <w:rsid w:val="002B3155"/>
    <w:rsid w:val="002C071D"/>
    <w:rsid w:val="002D4AB3"/>
    <w:rsid w:val="002E2356"/>
    <w:rsid w:val="002F50C5"/>
    <w:rsid w:val="00316429"/>
    <w:rsid w:val="0034047F"/>
    <w:rsid w:val="00347846"/>
    <w:rsid w:val="0037768B"/>
    <w:rsid w:val="003A231D"/>
    <w:rsid w:val="003C19DA"/>
    <w:rsid w:val="003D70F1"/>
    <w:rsid w:val="004003AD"/>
    <w:rsid w:val="004123F3"/>
    <w:rsid w:val="00463971"/>
    <w:rsid w:val="00470676"/>
    <w:rsid w:val="004860A6"/>
    <w:rsid w:val="00495901"/>
    <w:rsid w:val="004C6FEF"/>
    <w:rsid w:val="004D2CF7"/>
    <w:rsid w:val="004D3D1D"/>
    <w:rsid w:val="004F12BE"/>
    <w:rsid w:val="004F5A3A"/>
    <w:rsid w:val="005034EE"/>
    <w:rsid w:val="00517537"/>
    <w:rsid w:val="005270C3"/>
    <w:rsid w:val="00535F65"/>
    <w:rsid w:val="00542125"/>
    <w:rsid w:val="00555DBC"/>
    <w:rsid w:val="00556BC7"/>
    <w:rsid w:val="00560299"/>
    <w:rsid w:val="005909BC"/>
    <w:rsid w:val="00591DB0"/>
    <w:rsid w:val="005B7E82"/>
    <w:rsid w:val="005C30AF"/>
    <w:rsid w:val="005C44C4"/>
    <w:rsid w:val="005F25E9"/>
    <w:rsid w:val="00603D09"/>
    <w:rsid w:val="00606670"/>
    <w:rsid w:val="00617B6A"/>
    <w:rsid w:val="00644649"/>
    <w:rsid w:val="00646914"/>
    <w:rsid w:val="00656F36"/>
    <w:rsid w:val="00671EE9"/>
    <w:rsid w:val="00684146"/>
    <w:rsid w:val="006B17FF"/>
    <w:rsid w:val="006B35AE"/>
    <w:rsid w:val="006D1842"/>
    <w:rsid w:val="006E2E96"/>
    <w:rsid w:val="006F0337"/>
    <w:rsid w:val="007018B2"/>
    <w:rsid w:val="00711C86"/>
    <w:rsid w:val="00714D2D"/>
    <w:rsid w:val="00724AEF"/>
    <w:rsid w:val="007412AD"/>
    <w:rsid w:val="00754D1C"/>
    <w:rsid w:val="00773686"/>
    <w:rsid w:val="007879B2"/>
    <w:rsid w:val="007C2B88"/>
    <w:rsid w:val="007D4109"/>
    <w:rsid w:val="007E3810"/>
    <w:rsid w:val="007E5DDC"/>
    <w:rsid w:val="0080128E"/>
    <w:rsid w:val="00821895"/>
    <w:rsid w:val="00825D70"/>
    <w:rsid w:val="0083608F"/>
    <w:rsid w:val="0085376D"/>
    <w:rsid w:val="008547C5"/>
    <w:rsid w:val="008627F6"/>
    <w:rsid w:val="00867DF5"/>
    <w:rsid w:val="008709B4"/>
    <w:rsid w:val="00873E0F"/>
    <w:rsid w:val="00885234"/>
    <w:rsid w:val="008D2689"/>
    <w:rsid w:val="009127DE"/>
    <w:rsid w:val="00960A49"/>
    <w:rsid w:val="0096296A"/>
    <w:rsid w:val="00974CE5"/>
    <w:rsid w:val="00992339"/>
    <w:rsid w:val="0099320C"/>
    <w:rsid w:val="009B69AC"/>
    <w:rsid w:val="009C2D8A"/>
    <w:rsid w:val="00A30143"/>
    <w:rsid w:val="00A4378E"/>
    <w:rsid w:val="00A64EF4"/>
    <w:rsid w:val="00A65EDA"/>
    <w:rsid w:val="00A973B6"/>
    <w:rsid w:val="00AC4F5F"/>
    <w:rsid w:val="00AF10BE"/>
    <w:rsid w:val="00B1667E"/>
    <w:rsid w:val="00B340D5"/>
    <w:rsid w:val="00B42D37"/>
    <w:rsid w:val="00B56B04"/>
    <w:rsid w:val="00B85CD7"/>
    <w:rsid w:val="00B95DE5"/>
    <w:rsid w:val="00B963B4"/>
    <w:rsid w:val="00BA3769"/>
    <w:rsid w:val="00BC5CE6"/>
    <w:rsid w:val="00BD0468"/>
    <w:rsid w:val="00BD0B29"/>
    <w:rsid w:val="00C13608"/>
    <w:rsid w:val="00C32FB0"/>
    <w:rsid w:val="00C356E9"/>
    <w:rsid w:val="00C438D3"/>
    <w:rsid w:val="00C660F0"/>
    <w:rsid w:val="00C705B2"/>
    <w:rsid w:val="00C75BCD"/>
    <w:rsid w:val="00C8379E"/>
    <w:rsid w:val="00C86120"/>
    <w:rsid w:val="00C913F2"/>
    <w:rsid w:val="00CA01D8"/>
    <w:rsid w:val="00CC119F"/>
    <w:rsid w:val="00CC745E"/>
    <w:rsid w:val="00CD326F"/>
    <w:rsid w:val="00CE7E0F"/>
    <w:rsid w:val="00D04003"/>
    <w:rsid w:val="00D1159F"/>
    <w:rsid w:val="00D22E9C"/>
    <w:rsid w:val="00D31825"/>
    <w:rsid w:val="00D37DD3"/>
    <w:rsid w:val="00D53751"/>
    <w:rsid w:val="00D75AF5"/>
    <w:rsid w:val="00D92C4A"/>
    <w:rsid w:val="00DC2F55"/>
    <w:rsid w:val="00DF4E45"/>
    <w:rsid w:val="00E47132"/>
    <w:rsid w:val="00E47D61"/>
    <w:rsid w:val="00E5235F"/>
    <w:rsid w:val="00E56FD8"/>
    <w:rsid w:val="00EA4BEA"/>
    <w:rsid w:val="00EB1E92"/>
    <w:rsid w:val="00EB2013"/>
    <w:rsid w:val="00ED4422"/>
    <w:rsid w:val="00ED6C49"/>
    <w:rsid w:val="00EE69AF"/>
    <w:rsid w:val="00EF0907"/>
    <w:rsid w:val="00F15A8E"/>
    <w:rsid w:val="00F24BB3"/>
    <w:rsid w:val="00F6087F"/>
    <w:rsid w:val="00F8787D"/>
    <w:rsid w:val="00F96A09"/>
    <w:rsid w:val="00FB7929"/>
    <w:rsid w:val="00FD0A30"/>
    <w:rsid w:val="00FD771A"/>
    <w:rsid w:val="00FE7AF4"/>
    <w:rsid w:val="00FF3EDA"/>
    <w:rsid w:val="00FF586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character" w:customStyle="1" w:styleId="strong2">
    <w:name w:val="strong2"/>
    <w:rsid w:val="00C660F0"/>
  </w:style>
  <w:style w:type="paragraph" w:styleId="Sprechblasentext">
    <w:name w:val="Balloon Text"/>
    <w:basedOn w:val="Standard"/>
    <w:link w:val="SprechblasentextZchn"/>
    <w:rsid w:val="00031F9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031F9B"/>
    <w:rPr>
      <w:rFonts w:ascii="Tahoma" w:hAnsi="Tahoma" w:cs="Tahoma"/>
      <w:kern w:val="2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character" w:customStyle="1" w:styleId="strong2">
    <w:name w:val="strong2"/>
    <w:rsid w:val="00C660F0"/>
  </w:style>
  <w:style w:type="paragraph" w:styleId="Sprechblasentext">
    <w:name w:val="Balloon Text"/>
    <w:basedOn w:val="Standard"/>
    <w:link w:val="SprechblasentextZchn"/>
    <w:rsid w:val="00031F9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031F9B"/>
    <w:rPr>
      <w:rFonts w:ascii="Tahoma" w:hAnsi="Tahoma" w:cs="Tahoma"/>
      <w:kern w:val="2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fwa_vorlage_Ae%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3905C-F4BD-4E2D-9D37-E0756FEDF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mm_fwa_vorlage_Ae .dotx</Template>
  <TotalTime>0</TotalTime>
  <Pages>2</Pages>
  <Words>313</Words>
  <Characters>1828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Forum Würth Arlesheim</vt:lpstr>
    </vt:vector>
  </TitlesOfParts>
  <Company>Wuerth-AG</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Forum Würth Arlesheim</dc:title>
  <dc:creator>Appel Eva</dc:creator>
  <cp:lastModifiedBy>Appel Eva</cp:lastModifiedBy>
  <cp:revision>2</cp:revision>
  <cp:lastPrinted>2017-10-03T06:27:00Z</cp:lastPrinted>
  <dcterms:created xsi:type="dcterms:W3CDTF">2017-10-03T06:37:00Z</dcterms:created>
  <dcterms:modified xsi:type="dcterms:W3CDTF">2017-10-03T06:37:00Z</dcterms:modified>
</cp:coreProperties>
</file>